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062" w:rsidRPr="009E0039" w:rsidRDefault="00855062">
      <w:pPr>
        <w:tabs>
          <w:tab w:val="left" w:pos="993"/>
          <w:tab w:val="left" w:pos="5595"/>
          <w:tab w:val="left" w:pos="7230"/>
          <w:tab w:val="right" w:pos="9354"/>
        </w:tabs>
        <w:ind w:firstLine="595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>УТВЕРЖДАЮ</w:t>
      </w:r>
    </w:p>
    <w:p w:rsidR="00855062" w:rsidRPr="009E0039" w:rsidRDefault="00855062">
      <w:pPr>
        <w:tabs>
          <w:tab w:val="left" w:pos="5954"/>
          <w:tab w:val="right" w:pos="935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Проректор </w:t>
      </w:r>
    </w:p>
    <w:p w:rsidR="00855062" w:rsidRPr="009E0039" w:rsidRDefault="00855062">
      <w:pPr>
        <w:tabs>
          <w:tab w:val="left" w:pos="5245"/>
          <w:tab w:val="right" w:pos="935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55062" w:rsidRPr="009E0039" w:rsidRDefault="00855062">
      <w:pPr>
        <w:tabs>
          <w:tab w:val="left" w:pos="5954"/>
          <w:tab w:val="right" w:pos="935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ab/>
        <w:t>________________ Н.И. Войтко</w:t>
      </w:r>
    </w:p>
    <w:p w:rsidR="00855062" w:rsidRPr="009E0039" w:rsidRDefault="00855062">
      <w:pPr>
        <w:tabs>
          <w:tab w:val="left" w:pos="5280"/>
          <w:tab w:val="left" w:pos="5954"/>
          <w:tab w:val="right" w:pos="935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E003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____ __________ </w:t>
      </w:r>
      <w:smartTag w:uri="urn:schemas-microsoft-com:office:smarttags" w:element="metricconverter">
        <w:smartTagPr>
          <w:attr w:name="ProductID" w:val="2021 г"/>
        </w:smartTagPr>
        <w:r w:rsidRPr="009E0039">
          <w:rPr>
            <w:rFonts w:ascii="Times New Roman" w:hAnsi="Times New Roman" w:cs="Times New Roman"/>
            <w:color w:val="000000"/>
            <w:sz w:val="24"/>
            <w:szCs w:val="24"/>
          </w:rPr>
          <w:t>2021 г</w:t>
        </w:r>
      </w:smartTag>
      <w:r w:rsidRPr="009E003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062" w:rsidRPr="009E0039" w:rsidRDefault="00855062">
      <w:pPr>
        <w:tabs>
          <w:tab w:val="left" w:pos="5595"/>
          <w:tab w:val="right" w:pos="935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55062" w:rsidRPr="009E0039" w:rsidRDefault="00855062">
      <w:pPr>
        <w:ind w:left="2832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ДОКУМЕНТАЦИЯ ДЛЯ ПЕРЕГОВОРОВ </w:t>
      </w:r>
    </w:p>
    <w:p w:rsidR="00855062" w:rsidRPr="009E0039" w:rsidRDefault="00855062">
      <w:pPr>
        <w:widowControl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выбору организации на выполнении </w:t>
      </w:r>
      <w:r w:rsidRPr="009E00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строительно-монтажных работ по объекту: </w:t>
      </w:r>
      <w:r w:rsidRPr="009E0039">
        <w:rPr>
          <w:rFonts w:ascii="Times New Roman" w:hAnsi="Times New Roman" w:cs="Times New Roman"/>
          <w:b/>
          <w:sz w:val="24"/>
          <w:szCs w:val="24"/>
        </w:rPr>
        <w:t>«Система пожарной сигнализации и оповещения о пожаре в общежитии №4 по ул.Пролетарская, 16 в г. Гродно»</w:t>
      </w:r>
    </w:p>
    <w:p w:rsidR="00855062" w:rsidRPr="009E0039" w:rsidRDefault="00855062">
      <w:pPr>
        <w:ind w:firstLine="5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55062" w:rsidRPr="009E0039" w:rsidRDefault="00855062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b/>
          <w:color w:val="000000"/>
          <w:sz w:val="24"/>
          <w:szCs w:val="24"/>
        </w:rPr>
        <w:t>1. Наименование, перечень, количество (объем) выполняемых работ (оказываемых услуг, поставляемых товаров). Требуемые технические, технологические, конструктивные и другие потребительские показатели и характеристики.</w:t>
      </w:r>
    </w:p>
    <w:p w:rsidR="00855062" w:rsidRPr="009E0039" w:rsidRDefault="00855062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строительно-монтажных работ по объекту: </w:t>
      </w:r>
      <w:r w:rsidRPr="009E0039">
        <w:rPr>
          <w:rFonts w:ascii="Times New Roman" w:hAnsi="Times New Roman" w:cs="Times New Roman"/>
          <w:sz w:val="24"/>
          <w:szCs w:val="24"/>
        </w:rPr>
        <w:t>«Система пожарной сигнализации и оповещения о пожаре в общежитии №4 по ул. Пролетарская, 16 в г. Гродно»</w:t>
      </w:r>
      <w:r w:rsidRPr="009E003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062" w:rsidRPr="009E0039" w:rsidRDefault="00855062">
      <w:pPr>
        <w:widowControl w:val="0"/>
        <w:ind w:firstLine="6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 xml:space="preserve">Проектом предусматривается: </w:t>
      </w:r>
      <w:r w:rsidRPr="009E0039">
        <w:rPr>
          <w:rFonts w:ascii="Times New Roman" w:hAnsi="Times New Roman" w:cs="Times New Roman"/>
          <w:sz w:val="24"/>
          <w:szCs w:val="24"/>
        </w:rPr>
        <w:t>установка адресной системы пожарной сигнализации и оповещения людей о пожаре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9E0039">
        <w:rPr>
          <w:rFonts w:ascii="Times New Roman" w:hAnsi="Times New Roman" w:cs="Times New Roman"/>
          <w:sz w:val="24"/>
          <w:szCs w:val="24"/>
        </w:rPr>
        <w:t xml:space="preserve"> управления эвакуацией в 5-ти этажном здании общежития №4.</w:t>
      </w:r>
    </w:p>
    <w:p w:rsidR="00855062" w:rsidRPr="009E0039" w:rsidRDefault="00855062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 xml:space="preserve">Работы будут осуществляться  в </w:t>
      </w:r>
      <w:r w:rsidRPr="009E0039">
        <w:rPr>
          <w:rFonts w:ascii="Times New Roman" w:hAnsi="Times New Roman" w:cs="Times New Roman"/>
          <w:sz w:val="24"/>
          <w:szCs w:val="24"/>
        </w:rPr>
        <w:t>эксплуатируемом</w:t>
      </w:r>
      <w:r w:rsidRPr="009E0039">
        <w:rPr>
          <w:rFonts w:ascii="Times New Roman" w:hAnsi="Times New Roman" w:cs="Times New Roman"/>
          <w:color w:val="000000"/>
          <w:sz w:val="24"/>
          <w:szCs w:val="24"/>
        </w:rPr>
        <w:t xml:space="preserve"> здании.</w:t>
      </w:r>
    </w:p>
    <w:p w:rsidR="00855062" w:rsidRPr="009E0039" w:rsidRDefault="00855062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>Составработ: согласно проектно-сметной документации.</w:t>
      </w:r>
    </w:p>
    <w:p w:rsidR="00855062" w:rsidRPr="009E0039" w:rsidRDefault="00855062">
      <w:pPr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>Класс сложности объекта – К- 3.</w:t>
      </w:r>
    </w:p>
    <w:p w:rsidR="00855062" w:rsidRPr="009E0039" w:rsidRDefault="00855062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  <w:u w:val="single"/>
        </w:rPr>
        <w:t>Гарантийный срок: не менее 5 (пяти) лет с момента приемки объекта в эксплуатацию.</w:t>
      </w:r>
    </w:p>
    <w:p w:rsidR="00855062" w:rsidRPr="009E0039" w:rsidRDefault="00855062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>Работы выполнить из материалов подрядной организации.</w:t>
      </w:r>
    </w:p>
    <w:p w:rsidR="00855062" w:rsidRPr="009E0039" w:rsidRDefault="00855062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 xml:space="preserve">Получить ответы на вопросы, касающиеся технических характеристик предмета заказа (ознакомление с ПСД) Вы можете по адресу: г. Гродно, ул. Телеграфная, 5, тел.+375 (152) </w:t>
      </w:r>
      <w:r w:rsidRPr="009E0039">
        <w:rPr>
          <w:rFonts w:ascii="Times New Roman" w:hAnsi="Times New Roman" w:cs="Times New Roman"/>
          <w:sz w:val="24"/>
          <w:szCs w:val="24"/>
        </w:rPr>
        <w:t>772059</w:t>
      </w:r>
      <w:r w:rsidRPr="009E0039">
        <w:rPr>
          <w:rFonts w:ascii="Times New Roman" w:hAnsi="Times New Roman" w:cs="Times New Roman"/>
          <w:color w:val="000000"/>
          <w:sz w:val="24"/>
          <w:szCs w:val="24"/>
        </w:rPr>
        <w:t>, +375 29 7</w:t>
      </w:r>
      <w:r w:rsidRPr="009E0039">
        <w:rPr>
          <w:rFonts w:ascii="Times New Roman" w:hAnsi="Times New Roman" w:cs="Times New Roman"/>
          <w:sz w:val="24"/>
          <w:szCs w:val="24"/>
        </w:rPr>
        <w:t>813956</w:t>
      </w:r>
      <w:r w:rsidRPr="009E0039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9E0039">
        <w:rPr>
          <w:rFonts w:ascii="Times New Roman" w:hAnsi="Times New Roman" w:cs="Times New Roman"/>
          <w:sz w:val="24"/>
          <w:szCs w:val="24"/>
        </w:rPr>
        <w:t>ИотчикЕкатеринаАлександровна</w:t>
      </w:r>
      <w:r w:rsidRPr="009E0039">
        <w:rPr>
          <w:rFonts w:ascii="Times New Roman" w:hAnsi="Times New Roman" w:cs="Times New Roman"/>
          <w:color w:val="000000"/>
          <w:sz w:val="24"/>
          <w:szCs w:val="24"/>
        </w:rPr>
        <w:t xml:space="preserve"> – инженер-энергетик ООРиС).  Всю интересующую информацию по организации и проведению процедуры переговоров Вы можете получить по адресу: г. Гродно, ул. Ожешко,22, каб. 335а, либо по тел.: +375 (152) 770649 (Щербатюк Александр Викторович – ведущий специалист по организации закупок, секретарь комиссии).</w:t>
      </w:r>
    </w:p>
    <w:p w:rsidR="00855062" w:rsidRPr="009E0039" w:rsidRDefault="00855062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Требования к сроку выполнения заказа. </w:t>
      </w:r>
    </w:p>
    <w:p w:rsidR="00855062" w:rsidRPr="009E0039" w:rsidRDefault="00855062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Предполагаемые сроки строительства объекта</w:t>
      </w:r>
    </w:p>
    <w:p w:rsidR="00855062" w:rsidRPr="008149C6" w:rsidRDefault="00855062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>Начало</w:t>
      </w:r>
      <w:r w:rsidRPr="008149C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8149C6">
        <w:rPr>
          <w:rFonts w:ascii="Times New Roman" w:hAnsi="Times New Roman" w:cs="Times New Roman"/>
          <w:sz w:val="24"/>
          <w:szCs w:val="24"/>
        </w:rPr>
        <w:t>24</w:t>
      </w:r>
      <w:r w:rsidRPr="008149C6">
        <w:rPr>
          <w:rFonts w:ascii="Times New Roman" w:hAnsi="Times New Roman" w:cs="Times New Roman"/>
          <w:color w:val="000000"/>
          <w:sz w:val="24"/>
          <w:szCs w:val="24"/>
        </w:rPr>
        <w:t>.03.2021 г.</w:t>
      </w:r>
    </w:p>
    <w:p w:rsidR="00855062" w:rsidRPr="009E0039" w:rsidRDefault="00855062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49C6">
        <w:rPr>
          <w:rFonts w:ascii="Times New Roman" w:hAnsi="Times New Roman" w:cs="Times New Roman"/>
          <w:color w:val="000000"/>
          <w:sz w:val="24"/>
          <w:szCs w:val="24"/>
        </w:rPr>
        <w:t xml:space="preserve">Окончание: </w:t>
      </w:r>
      <w:r w:rsidRPr="008149C6">
        <w:rPr>
          <w:rFonts w:ascii="Times New Roman" w:hAnsi="Times New Roman" w:cs="Times New Roman"/>
          <w:sz w:val="24"/>
          <w:szCs w:val="24"/>
        </w:rPr>
        <w:t>24</w:t>
      </w:r>
      <w:r w:rsidRPr="008149C6"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Pr="008149C6">
        <w:rPr>
          <w:rFonts w:ascii="Times New Roman" w:hAnsi="Times New Roman" w:cs="Times New Roman"/>
          <w:sz w:val="24"/>
          <w:szCs w:val="24"/>
        </w:rPr>
        <w:t>5</w:t>
      </w:r>
      <w:r w:rsidRPr="009E0039">
        <w:rPr>
          <w:rFonts w:ascii="Times New Roman" w:hAnsi="Times New Roman" w:cs="Times New Roman"/>
          <w:color w:val="000000"/>
          <w:sz w:val="24"/>
          <w:szCs w:val="24"/>
        </w:rPr>
        <w:t>.2021 г.</w:t>
      </w:r>
    </w:p>
    <w:p w:rsidR="00855062" w:rsidRPr="009E0039" w:rsidRDefault="00855062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 xml:space="preserve">Продолжительность выполнения работ согласно ПОС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9E003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</w:t>
      </w:r>
      <w:r w:rsidRPr="009E0039">
        <w:rPr>
          <w:rFonts w:ascii="Times New Roman" w:hAnsi="Times New Roman" w:cs="Times New Roman"/>
          <w:color w:val="000000"/>
          <w:sz w:val="24"/>
          <w:szCs w:val="24"/>
        </w:rPr>
        <w:t xml:space="preserve"> месяца.</w:t>
      </w:r>
    </w:p>
    <w:p w:rsidR="00855062" w:rsidRPr="009E0039" w:rsidRDefault="00855062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3. </w:t>
      </w:r>
      <w:r w:rsidRPr="004A7F4A">
        <w:rPr>
          <w:rFonts w:ascii="Times New Roman" w:hAnsi="Times New Roman" w:cs="Times New Roman"/>
          <w:b/>
          <w:sz w:val="24"/>
          <w:szCs w:val="24"/>
        </w:rPr>
        <w:t>Цена заказа, применяемая в качестве ориентировочной, с возможностью внесения предложений о ее снижении в белорусских рублях, условия оплаты.</w:t>
      </w:r>
    </w:p>
    <w:p w:rsidR="00855062" w:rsidRDefault="00855062">
      <w:pPr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A7F4A">
        <w:rPr>
          <w:rFonts w:ascii="Times New Roman" w:hAnsi="Times New Roman" w:cs="Times New Roman"/>
          <w:sz w:val="24"/>
          <w:szCs w:val="24"/>
        </w:rPr>
        <w:t xml:space="preserve">Ориентировочная стоимость с возможностью внесения предложений о её снижении: </w:t>
      </w:r>
      <w:r w:rsidRPr="00E716BC">
        <w:rPr>
          <w:rFonts w:ascii="Times New Roman" w:hAnsi="Times New Roman" w:cs="Times New Roman"/>
          <w:b/>
          <w:sz w:val="24"/>
          <w:szCs w:val="24"/>
        </w:rPr>
        <w:t>59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673,00 (пятьдесят девять тысяч шестьсот семьдесят три белорусских рубля 00 копеек) – стоимость строительно-монтажных и пусконаладочных работ сформирована на основании проектно-сметной документации с учетом даты начала строительства объекта.</w:t>
      </w:r>
    </w:p>
    <w:p w:rsidR="00855062" w:rsidRPr="000F5B72" w:rsidRDefault="00855062">
      <w:pPr>
        <w:widowControl w:val="0"/>
        <w:ind w:firstLine="6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 xml:space="preserve">В цену коммерческого предложения должен быть включен весь комплекс работ по строительству объекта, стоимость эксплуатации машин и механизмов, стоимость материалов, транспортные </w:t>
      </w:r>
      <w:r w:rsidRPr="000F5B72">
        <w:rPr>
          <w:rFonts w:ascii="Times New Roman" w:hAnsi="Times New Roman" w:cs="Times New Roman"/>
          <w:color w:val="000000"/>
          <w:sz w:val="24"/>
          <w:szCs w:val="24"/>
        </w:rPr>
        <w:t>расходы, пусконаладочные работы и иные дополнительные работы (услуги), необходимые для получения конечного продукта, а также налоги и сборы, уплачиваемые в соответствии с законодательством Республики Беларусь.</w:t>
      </w:r>
    </w:p>
    <w:p w:rsidR="00855062" w:rsidRPr="000F5B72" w:rsidRDefault="00855062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5B72">
        <w:rPr>
          <w:rFonts w:ascii="Times New Roman" w:hAnsi="Times New Roman" w:cs="Times New Roman"/>
          <w:color w:val="000000"/>
          <w:sz w:val="24"/>
          <w:szCs w:val="24"/>
          <w:u w:val="single"/>
        </w:rPr>
        <w:t>Условия оплаты:</w:t>
      </w:r>
      <w:r w:rsidRPr="000F5B72">
        <w:rPr>
          <w:rFonts w:ascii="Times New Roman" w:hAnsi="Times New Roman" w:cs="Times New Roman"/>
          <w:color w:val="000000"/>
          <w:sz w:val="24"/>
          <w:szCs w:val="24"/>
        </w:rPr>
        <w:t xml:space="preserve"> по факту выполненных работ в течение 20 (двадцати) банковских дней после подписания акта выполненных работ обеими сторонами согласно графику платежей (приложение 2).</w:t>
      </w:r>
    </w:p>
    <w:p w:rsidR="00855062" w:rsidRPr="009B7D99" w:rsidRDefault="00855062">
      <w:pPr>
        <w:ind w:firstLine="54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F5B72">
        <w:rPr>
          <w:rFonts w:ascii="Times New Roman" w:hAnsi="Times New Roman" w:cs="Times New Roman"/>
          <w:b/>
          <w:color w:val="FF0000"/>
          <w:sz w:val="24"/>
          <w:szCs w:val="24"/>
        </w:rPr>
        <w:t>Предложения с предоставлением аванса</w:t>
      </w:r>
      <w:r w:rsidRPr="009B7D99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не рассматриваются (отклоняются).</w:t>
      </w:r>
    </w:p>
    <w:p w:rsidR="00855062" w:rsidRPr="009E0039" w:rsidRDefault="00855062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5B72">
        <w:rPr>
          <w:rFonts w:ascii="Times New Roman" w:hAnsi="Times New Roman" w:cs="Times New Roman"/>
          <w:color w:val="000000"/>
          <w:sz w:val="24"/>
          <w:szCs w:val="24"/>
        </w:rPr>
        <w:t>Дополнительные работы, возникающие в ходе производства работ, оплачиваются согласно расчету договорной цены подрядчика, прилагаемому к договору, без применения повышающих коэффициентов</w:t>
      </w:r>
      <w:r w:rsidRPr="000F5B72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Совета Министров Республики Беларусь №1553 от 18.11.2011</w:t>
      </w:r>
      <w:r w:rsidRPr="000F5B7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062" w:rsidRPr="009E0039" w:rsidRDefault="00855062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4. Источник финансирования. </w:t>
      </w:r>
    </w:p>
    <w:p w:rsidR="00855062" w:rsidRPr="009E0039" w:rsidRDefault="00855062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sz w:val="24"/>
          <w:szCs w:val="24"/>
        </w:rPr>
        <w:t>С</w:t>
      </w:r>
      <w:r w:rsidRPr="009E0039">
        <w:rPr>
          <w:rFonts w:ascii="Times New Roman" w:hAnsi="Times New Roman" w:cs="Times New Roman"/>
          <w:color w:val="000000"/>
          <w:sz w:val="24"/>
          <w:szCs w:val="24"/>
        </w:rPr>
        <w:t>обственные средства университета.</w:t>
      </w:r>
    </w:p>
    <w:p w:rsidR="00855062" w:rsidRPr="009E0039" w:rsidRDefault="00855062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b/>
          <w:color w:val="000000"/>
          <w:sz w:val="24"/>
          <w:szCs w:val="24"/>
        </w:rPr>
        <w:t>5. Перечень документов, которые участнику необходимо представить для участия в переговорах.</w:t>
      </w:r>
    </w:p>
    <w:p w:rsidR="00855062" w:rsidRPr="009E0039" w:rsidRDefault="00855062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  <w:u w:val="single"/>
        </w:rPr>
        <w:t>Участник должен предоставить:</w:t>
      </w:r>
    </w:p>
    <w:p w:rsidR="00855062" w:rsidRPr="009E0039" w:rsidRDefault="00855062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E0039">
        <w:rPr>
          <w:rFonts w:ascii="Times New Roman" w:hAnsi="Times New Roman" w:cs="Times New Roman"/>
          <w:color w:val="000000"/>
          <w:sz w:val="24"/>
          <w:szCs w:val="24"/>
        </w:rPr>
        <w:tab/>
        <w:t>сопроводительное письмо к конкурсному предложению, подтверждающее принятие каждого пункта условий выдвинутых документацией для переговоров, и согласие участника на подписание договора, а также содержащие сведения об отсутствии у участника задолженности по уплате налогов, сборов (пошлин), пеней, за подписью директора;</w:t>
      </w:r>
    </w:p>
    <w:p w:rsidR="00855062" w:rsidRPr="009E0039" w:rsidRDefault="00855062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>- расчет цены предложения (согласно ПСД) в ценах на дату начала работ, с учетом прогнозных индексов на период выполнения работ согласно графику производства работ с указанием отдельно стоимости материалов и механизмов, пусконаладочных раб</w:t>
      </w:r>
      <w:r>
        <w:rPr>
          <w:rFonts w:ascii="Times New Roman" w:hAnsi="Times New Roman" w:cs="Times New Roman"/>
          <w:color w:val="000000"/>
          <w:sz w:val="24"/>
          <w:szCs w:val="24"/>
        </w:rPr>
        <w:t>от и НДС, за подписью директора,(стоимость оборудования просим отразить отдельной строкой).</w:t>
      </w:r>
    </w:p>
    <w:p w:rsidR="00855062" w:rsidRPr="009E0039" w:rsidRDefault="00855062">
      <w:pPr>
        <w:tabs>
          <w:tab w:val="left" w:pos="-284"/>
        </w:tabs>
        <w:ind w:right="-14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E0039">
        <w:rPr>
          <w:rFonts w:ascii="Times New Roman" w:hAnsi="Times New Roman" w:cs="Times New Roman"/>
          <w:color w:val="000000"/>
          <w:sz w:val="24"/>
          <w:szCs w:val="24"/>
        </w:rPr>
        <w:tab/>
        <w:t>копия свидетельства о государственной регистрации;</w:t>
      </w:r>
    </w:p>
    <w:p w:rsidR="00855062" w:rsidRPr="009E0039" w:rsidRDefault="00855062">
      <w:pPr>
        <w:tabs>
          <w:tab w:val="left" w:pos="-284"/>
        </w:tabs>
        <w:ind w:right="-14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 xml:space="preserve">-справка обслуживающего банка об отсутствии задолженности по картотеке «Расчетные документы, неоплаченные в срок» </w:t>
      </w:r>
      <w:r w:rsidRPr="009E0039">
        <w:rPr>
          <w:rFonts w:ascii="Times New Roman" w:hAnsi="Times New Roman" w:cs="Times New Roman"/>
          <w:b/>
          <w:color w:val="000000"/>
          <w:sz w:val="24"/>
          <w:szCs w:val="24"/>
        </w:rPr>
        <w:t>не ранее чем на 1-е число месяца, предшествующего дню подачи предложения;</w:t>
      </w:r>
    </w:p>
    <w:p w:rsidR="00855062" w:rsidRPr="009E0039" w:rsidRDefault="00855062">
      <w:pPr>
        <w:tabs>
          <w:tab w:val="left" w:pos="-284"/>
        </w:tabs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 xml:space="preserve">- отзывы заказчиков о качестве и соблюдении сроков выполнения аналогичных работ (не менее </w:t>
      </w:r>
      <w:r>
        <w:rPr>
          <w:rFonts w:ascii="Times New Roman" w:hAnsi="Times New Roman" w:cs="Times New Roman"/>
          <w:color w:val="000000"/>
          <w:sz w:val="24"/>
          <w:szCs w:val="24"/>
        </w:rPr>
        <w:t>трех)</w:t>
      </w:r>
    </w:p>
    <w:p w:rsidR="00855062" w:rsidRPr="009E0039" w:rsidRDefault="00855062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sz w:val="24"/>
          <w:szCs w:val="24"/>
        </w:rPr>
        <w:t xml:space="preserve">           - лицензия МЧС на монтаж, наладку систем автоматической пожарной сигнализации и систем оповещения о пожаре и управления эвакуацией;</w:t>
      </w:r>
    </w:p>
    <w:p w:rsidR="00855062" w:rsidRPr="009E0039" w:rsidRDefault="00855062">
      <w:pPr>
        <w:tabs>
          <w:tab w:val="left" w:pos="993"/>
        </w:tabs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>- график платежей;</w:t>
      </w:r>
    </w:p>
    <w:p w:rsidR="00855062" w:rsidRPr="009E0039" w:rsidRDefault="00855062">
      <w:pPr>
        <w:tabs>
          <w:tab w:val="left" w:pos="993"/>
        </w:tabs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>- график производства работ.</w:t>
      </w:r>
    </w:p>
    <w:p w:rsidR="00855062" w:rsidRPr="009E0039" w:rsidRDefault="00855062" w:rsidP="00497125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sz w:val="24"/>
          <w:szCs w:val="24"/>
        </w:rPr>
        <w:t>Участниками процедур закупок товаров (работ, услуг) при строительстве в соответствии с п.2 ст.57 Закона Республики Беларусь от 5 июля 2004г. №300-З «Об архитектурной, градостроительной и строительной деятельности в Республике Беларусь» не могут выступать:</w:t>
      </w:r>
    </w:p>
    <w:p w:rsidR="00855062" w:rsidRPr="009E0039" w:rsidRDefault="00855062" w:rsidP="00497125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outlineLvl w:val="0"/>
      </w:pPr>
      <w:r w:rsidRPr="009E0039">
        <w:t>организатор проводимых процедур закупок товаров (работ, услуг) при строительстве;</w:t>
      </w:r>
    </w:p>
    <w:p w:rsidR="00855062" w:rsidRPr="009E0039" w:rsidRDefault="00855062" w:rsidP="00497125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outlineLvl w:val="0"/>
      </w:pPr>
      <w:r w:rsidRPr="009E0039">
        <w:t>учредитель, участник, собственник имущества организатора процедур закупок товаров (работ, услуг) при строительстве;</w:t>
      </w:r>
    </w:p>
    <w:p w:rsidR="00855062" w:rsidRPr="009E0039" w:rsidRDefault="00855062" w:rsidP="00497125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outlineLvl w:val="0"/>
      </w:pPr>
      <w:r w:rsidRPr="009E0039">
        <w:t>дочернее унитарное предприятие, дочернее или зависимое хозяйственное общество, обособленное структурное подразделение (филиал) организатора процедур закупок товаров (работ, услуг) при строительстве;</w:t>
      </w:r>
    </w:p>
    <w:p w:rsidR="00855062" w:rsidRPr="009E0039" w:rsidRDefault="00855062" w:rsidP="00497125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outlineLvl w:val="0"/>
      </w:pPr>
      <w:r w:rsidRPr="009E0039">
        <w:t>юридическое лицо, находящееся в процессе реорганизации, за исключением юридического лица, к которому присоединяется другое юридическое лицо;</w:t>
      </w:r>
    </w:p>
    <w:p w:rsidR="00855062" w:rsidRPr="009E0039" w:rsidRDefault="00855062" w:rsidP="00497125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outlineLvl w:val="0"/>
      </w:pPr>
      <w:r w:rsidRPr="009E0039">
        <w:t>юридическое лицо (индивидуальный предприниматель), находящееся (находящийся) в процессе ликвидации (в стадии прекращения деятельности), в том числе признанное (признанный) в установленном порядке экономически несостоятельным (банкротом), за исключением юридического лица, находящегося в процедуре санации;</w:t>
      </w:r>
    </w:p>
    <w:p w:rsidR="00855062" w:rsidRPr="009E0039" w:rsidRDefault="00855062" w:rsidP="00497125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outlineLvl w:val="0"/>
      </w:pPr>
      <w:r w:rsidRPr="009E0039">
        <w:t>лицо, включенное в список поставщиков (подрядчиков, исполнителей), временно не допускаемых к участию в процедурах закупок товаров (работ, услуг) при строительстве;</w:t>
      </w:r>
    </w:p>
    <w:p w:rsidR="00855062" w:rsidRPr="009E0039" w:rsidRDefault="00855062" w:rsidP="00497125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outlineLvl w:val="0"/>
      </w:pPr>
      <w:r w:rsidRPr="009E0039">
        <w:t>лицо, включенное в реестр поставщиков (подрядчиков, исполнителей), временно не допускаемых к закупкам товаров (работ, услуг) при строительстве;</w:t>
      </w:r>
    </w:p>
    <w:p w:rsidR="00855062" w:rsidRPr="009E0039" w:rsidRDefault="00855062" w:rsidP="00497125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outlineLvl w:val="0"/>
      </w:pPr>
      <w:r w:rsidRPr="009E0039">
        <w:t>лицо, включенное в реестр коммерческих организаций и индивидуальных предпринимателей с повышенным риском совершения правонарушений в экономической сфере.</w:t>
      </w:r>
    </w:p>
    <w:p w:rsidR="00855062" w:rsidRPr="009E0039" w:rsidRDefault="00855062" w:rsidP="00497125">
      <w:pPr>
        <w:pStyle w:val="ListParagraph"/>
        <w:tabs>
          <w:tab w:val="left" w:pos="993"/>
        </w:tabs>
        <w:autoSpaceDE w:val="0"/>
        <w:autoSpaceDN w:val="0"/>
        <w:adjustRightInd w:val="0"/>
        <w:ind w:left="0" w:firstLine="567"/>
        <w:jc w:val="both"/>
        <w:outlineLvl w:val="0"/>
        <w:rPr>
          <w:b/>
        </w:rPr>
      </w:pPr>
      <w:r w:rsidRPr="009E0039">
        <w:rPr>
          <w:b/>
        </w:rPr>
        <w:t>6.Требования к содержанию, форме и оформлению предложений для переговоров.</w:t>
      </w:r>
    </w:p>
    <w:p w:rsidR="00855062" w:rsidRPr="009E0039" w:rsidRDefault="00855062" w:rsidP="00497125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sz w:val="24"/>
          <w:szCs w:val="24"/>
        </w:rPr>
        <w:t xml:space="preserve">Предложения представляются в письменной форме на бумажном носителе в одном экземпляре, подписываются руководителем организации (или уполномоченным лицом), с приложением всех необходимых документов и смет. </w:t>
      </w:r>
    </w:p>
    <w:p w:rsidR="00855062" w:rsidRPr="009E0039" w:rsidRDefault="00855062" w:rsidP="00497125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sz w:val="24"/>
          <w:szCs w:val="24"/>
        </w:rPr>
        <w:t>Все страницы предложения должны быть размещены в порядке, указанном в документации для переговоров, пронумерованы и прошиты.</w:t>
      </w:r>
    </w:p>
    <w:p w:rsidR="00855062" w:rsidRPr="009E0039" w:rsidRDefault="00855062" w:rsidP="00497125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sz w:val="24"/>
          <w:szCs w:val="24"/>
        </w:rPr>
        <w:t>Представляемое участником предложения для переговоров должно содержать следующие сведения:</w:t>
      </w:r>
    </w:p>
    <w:p w:rsidR="00855062" w:rsidRPr="009E0039" w:rsidRDefault="00855062" w:rsidP="00497125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sz w:val="24"/>
          <w:szCs w:val="24"/>
        </w:rPr>
        <w:t>•</w:t>
      </w:r>
      <w:r w:rsidRPr="009E0039">
        <w:rPr>
          <w:rFonts w:ascii="Times New Roman" w:hAnsi="Times New Roman" w:cs="Times New Roman"/>
          <w:sz w:val="24"/>
          <w:szCs w:val="24"/>
        </w:rPr>
        <w:tab/>
        <w:t>Наименование, юридический адрес участника.</w:t>
      </w:r>
    </w:p>
    <w:p w:rsidR="00855062" w:rsidRPr="009E0039" w:rsidRDefault="00855062" w:rsidP="00497125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sz w:val="24"/>
          <w:szCs w:val="24"/>
        </w:rPr>
        <w:t>•</w:t>
      </w:r>
      <w:r w:rsidRPr="009E0039">
        <w:rPr>
          <w:rFonts w:ascii="Times New Roman" w:hAnsi="Times New Roman" w:cs="Times New Roman"/>
          <w:sz w:val="24"/>
          <w:szCs w:val="24"/>
        </w:rPr>
        <w:tab/>
        <w:t xml:space="preserve">Цена предложения участника. </w:t>
      </w:r>
    </w:p>
    <w:p w:rsidR="00855062" w:rsidRPr="009E0039" w:rsidRDefault="00855062" w:rsidP="00497125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sz w:val="24"/>
          <w:szCs w:val="24"/>
        </w:rPr>
        <w:t>•</w:t>
      </w:r>
      <w:r w:rsidRPr="009E0039">
        <w:rPr>
          <w:rFonts w:ascii="Times New Roman" w:hAnsi="Times New Roman" w:cs="Times New Roman"/>
          <w:sz w:val="24"/>
          <w:szCs w:val="24"/>
        </w:rPr>
        <w:tab/>
        <w:t>Срок выполнения работ.</w:t>
      </w:r>
    </w:p>
    <w:p w:rsidR="00855062" w:rsidRPr="009E0039" w:rsidRDefault="00855062" w:rsidP="00497125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sz w:val="24"/>
          <w:szCs w:val="24"/>
        </w:rPr>
        <w:t>•</w:t>
      </w:r>
      <w:r w:rsidRPr="009E0039">
        <w:rPr>
          <w:rFonts w:ascii="Times New Roman" w:hAnsi="Times New Roman" w:cs="Times New Roman"/>
          <w:sz w:val="24"/>
          <w:szCs w:val="24"/>
        </w:rPr>
        <w:tab/>
        <w:t>Гарантийный срок.</w:t>
      </w:r>
    </w:p>
    <w:p w:rsidR="00855062" w:rsidRPr="009E0039" w:rsidRDefault="00855062" w:rsidP="00497125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sz w:val="24"/>
          <w:szCs w:val="24"/>
        </w:rPr>
        <w:t>•</w:t>
      </w:r>
      <w:r w:rsidRPr="009E0039">
        <w:rPr>
          <w:rFonts w:ascii="Times New Roman" w:hAnsi="Times New Roman" w:cs="Times New Roman"/>
          <w:sz w:val="24"/>
          <w:szCs w:val="24"/>
        </w:rPr>
        <w:tab/>
        <w:t xml:space="preserve">Условия оплаты за выполненные работы. </w:t>
      </w:r>
    </w:p>
    <w:p w:rsidR="00855062" w:rsidRPr="009E0039" w:rsidRDefault="00855062" w:rsidP="00497125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sz w:val="24"/>
          <w:szCs w:val="24"/>
        </w:rPr>
        <w:t>Предложения для переговоров, отправленные по факсу, электронной почте или подготовленные с нарушениями требований документации по переговорам, к рассмотрению не принимаются.</w:t>
      </w:r>
    </w:p>
    <w:p w:rsidR="00855062" w:rsidRPr="009E0039" w:rsidRDefault="00855062" w:rsidP="00497125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E0039">
        <w:rPr>
          <w:rFonts w:ascii="Times New Roman" w:hAnsi="Times New Roman" w:cs="Times New Roman"/>
          <w:b/>
          <w:sz w:val="24"/>
          <w:szCs w:val="24"/>
        </w:rPr>
        <w:t xml:space="preserve">7. Порядок и срок отзыва предложений для переговоров, а также порядок внесения изменений в такие предложения. </w:t>
      </w:r>
    </w:p>
    <w:p w:rsidR="00855062" w:rsidRPr="009E0039" w:rsidRDefault="00855062" w:rsidP="00497125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sz w:val="24"/>
          <w:szCs w:val="24"/>
        </w:rPr>
        <w:t>Участник путем письменного уведомления до окончания срока подачи предложений вправе отозвать свое предложение и внести в него изменения. Изменения в предложение подаются в том же порядке, что и сами предложения.</w:t>
      </w:r>
    </w:p>
    <w:p w:rsidR="00855062" w:rsidRPr="009E0039" w:rsidRDefault="00855062" w:rsidP="00497125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b/>
          <w:sz w:val="24"/>
          <w:szCs w:val="24"/>
        </w:rPr>
        <w:t>8. Порядок и срок представления разъяснений положений документации для переговоров</w:t>
      </w:r>
      <w:r w:rsidRPr="009E0039">
        <w:rPr>
          <w:rFonts w:ascii="Times New Roman" w:hAnsi="Times New Roman" w:cs="Times New Roman"/>
          <w:sz w:val="24"/>
          <w:szCs w:val="24"/>
        </w:rPr>
        <w:t>.</w:t>
      </w:r>
    </w:p>
    <w:p w:rsidR="00855062" w:rsidRPr="009E0039" w:rsidRDefault="00855062" w:rsidP="00497125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sz w:val="24"/>
          <w:szCs w:val="24"/>
        </w:rPr>
        <w:t xml:space="preserve">Участник, любое юридическое или физическое лицо, в том числе индивидуальный предприниматель, не позднее одного рабочего дня до истечения  срока для подготовки и подачи предложений вправе обратиться к ГрГУ им. Янки Купалы с запросом о разъяснении документации для переговоров. </w:t>
      </w:r>
      <w:r w:rsidRPr="009E0039">
        <w:rPr>
          <w:rFonts w:ascii="Times New Roman" w:hAnsi="Times New Roman" w:cs="Times New Roman"/>
          <w:color w:val="000000"/>
          <w:sz w:val="24"/>
          <w:szCs w:val="24"/>
        </w:rPr>
        <w:t xml:space="preserve">Конечный срок предоставления разъяснений </w:t>
      </w:r>
      <w:r w:rsidRPr="009E0039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Pr="009E0039">
        <w:rPr>
          <w:rFonts w:ascii="Times New Roman" w:hAnsi="Times New Roman" w:cs="Times New Roman"/>
          <w:b/>
          <w:color w:val="000000"/>
          <w:sz w:val="24"/>
          <w:szCs w:val="24"/>
        </w:rPr>
        <w:t>.0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9E0039">
        <w:rPr>
          <w:rFonts w:ascii="Times New Roman" w:hAnsi="Times New Roman" w:cs="Times New Roman"/>
          <w:b/>
          <w:color w:val="000000"/>
          <w:sz w:val="24"/>
          <w:szCs w:val="24"/>
        </w:rPr>
        <w:t>.2021 до 17:00</w:t>
      </w:r>
      <w:r w:rsidRPr="009E003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062" w:rsidRPr="009E0039" w:rsidRDefault="00855062" w:rsidP="00497125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b/>
          <w:sz w:val="24"/>
          <w:szCs w:val="24"/>
        </w:rPr>
        <w:t>9. Порядок, место и срок подачи предложений для переговоров</w:t>
      </w:r>
      <w:r w:rsidRPr="009E0039">
        <w:rPr>
          <w:rFonts w:ascii="Times New Roman" w:hAnsi="Times New Roman" w:cs="Times New Roman"/>
          <w:sz w:val="24"/>
          <w:szCs w:val="24"/>
        </w:rPr>
        <w:t>.</w:t>
      </w:r>
    </w:p>
    <w:p w:rsidR="00855062" w:rsidRPr="009E0039" w:rsidRDefault="00855062" w:rsidP="00497125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sz w:val="24"/>
          <w:szCs w:val="24"/>
        </w:rPr>
        <w:t xml:space="preserve">Предложение подается в запечатанном конверте по адресу: </w:t>
      </w:r>
      <w:smartTag w:uri="urn:schemas-microsoft-com:office:smarttags" w:element="metricconverter">
        <w:smartTagPr>
          <w:attr w:name="ProductID" w:val="230023, г"/>
        </w:smartTagPr>
        <w:r w:rsidRPr="009E0039">
          <w:rPr>
            <w:rFonts w:ascii="Times New Roman" w:hAnsi="Times New Roman" w:cs="Times New Roman"/>
            <w:sz w:val="24"/>
            <w:szCs w:val="24"/>
          </w:rPr>
          <w:t>230023, г</w:t>
        </w:r>
      </w:smartTag>
      <w:r w:rsidRPr="009E0039">
        <w:rPr>
          <w:rFonts w:ascii="Times New Roman" w:hAnsi="Times New Roman" w:cs="Times New Roman"/>
          <w:sz w:val="24"/>
          <w:szCs w:val="24"/>
        </w:rPr>
        <w:t>. Гродно, ул.Ожешко,22, каб. 115а – отдел делопроизводства и контроля с указанием на конверте «Для секретаря комиссии», предмета закупки, с обязательной пометкой «Не вскрывать».</w:t>
      </w:r>
    </w:p>
    <w:p w:rsidR="00855062" w:rsidRPr="009E0039" w:rsidRDefault="00855062" w:rsidP="00497125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sz w:val="24"/>
          <w:szCs w:val="24"/>
        </w:rPr>
        <w:t>Конечный срок подачи предложений:</w:t>
      </w:r>
      <w:r w:rsidRPr="009E0039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r w:rsidRPr="009E0039">
        <w:rPr>
          <w:rFonts w:ascii="Times New Roman" w:hAnsi="Times New Roman" w:cs="Times New Roman"/>
          <w:b/>
          <w:color w:val="000000"/>
          <w:sz w:val="24"/>
          <w:szCs w:val="24"/>
        </w:rPr>
        <w:t>.0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9E0039">
        <w:rPr>
          <w:rFonts w:ascii="Times New Roman" w:hAnsi="Times New Roman" w:cs="Times New Roman"/>
          <w:b/>
          <w:color w:val="000000"/>
          <w:sz w:val="24"/>
          <w:szCs w:val="24"/>
        </w:rPr>
        <w:t>.2021 до 10:00</w:t>
      </w:r>
      <w:r w:rsidRPr="009E003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062" w:rsidRPr="009E0039" w:rsidRDefault="00855062" w:rsidP="00497125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E0039">
        <w:rPr>
          <w:rFonts w:ascii="Times New Roman" w:hAnsi="Times New Roman" w:cs="Times New Roman"/>
          <w:b/>
          <w:sz w:val="24"/>
          <w:szCs w:val="24"/>
        </w:rPr>
        <w:t>10. Место, дата и время, порядок вскрытия конвертов с предложениями для переговоров.</w:t>
      </w:r>
    </w:p>
    <w:p w:rsidR="00855062" w:rsidRPr="002A4F87" w:rsidRDefault="00855062" w:rsidP="00497125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sz w:val="24"/>
          <w:szCs w:val="24"/>
        </w:rPr>
        <w:t xml:space="preserve">Заседание комиссии для проведения процедур закупок и подрядных  торгов на строительство объектов по </w:t>
      </w:r>
      <w:r w:rsidRPr="002A4F87">
        <w:rPr>
          <w:rFonts w:ascii="Times New Roman" w:hAnsi="Times New Roman" w:cs="Times New Roman"/>
          <w:sz w:val="24"/>
          <w:szCs w:val="24"/>
        </w:rPr>
        <w:t>вопросу вскрытия конвертов с предложениями будет проводиться</w:t>
      </w:r>
      <w:r w:rsidRPr="002A4F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18.03.2021 в 10:30 </w:t>
      </w:r>
      <w:r w:rsidRPr="002A4F87">
        <w:rPr>
          <w:rFonts w:ascii="Times New Roman" w:hAnsi="Times New Roman" w:cs="Times New Roman"/>
          <w:sz w:val="24"/>
          <w:szCs w:val="24"/>
        </w:rPr>
        <w:t>по адресу: г. Гродно, ул. Ожешко, 22, каб.</w:t>
      </w:r>
      <w:r w:rsidRPr="002A4F87">
        <w:rPr>
          <w:rFonts w:ascii="Times New Roman" w:hAnsi="Times New Roman" w:cs="Times New Roman"/>
          <w:color w:val="000000"/>
          <w:sz w:val="24"/>
          <w:szCs w:val="24"/>
        </w:rPr>
        <w:t>209</w:t>
      </w:r>
      <w:r w:rsidRPr="002A4F87">
        <w:rPr>
          <w:rFonts w:ascii="Times New Roman" w:hAnsi="Times New Roman" w:cs="Times New Roman"/>
          <w:sz w:val="24"/>
          <w:szCs w:val="24"/>
        </w:rPr>
        <w:t>.</w:t>
      </w:r>
    </w:p>
    <w:p w:rsidR="00855062" w:rsidRPr="002A4F87" w:rsidRDefault="00855062" w:rsidP="00497125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A4F87">
        <w:rPr>
          <w:rFonts w:ascii="Times New Roman" w:hAnsi="Times New Roman" w:cs="Times New Roman"/>
          <w:b/>
          <w:sz w:val="24"/>
          <w:szCs w:val="24"/>
        </w:rPr>
        <w:t>11. Право организатора переговоров на запрос у участников разъяснений их предложений</w:t>
      </w:r>
      <w:r w:rsidRPr="002A4F87">
        <w:rPr>
          <w:rFonts w:ascii="Times New Roman" w:hAnsi="Times New Roman" w:cs="Times New Roman"/>
          <w:sz w:val="24"/>
          <w:szCs w:val="24"/>
        </w:rPr>
        <w:t>.</w:t>
      </w:r>
    </w:p>
    <w:p w:rsidR="00855062" w:rsidRPr="002A4F87" w:rsidRDefault="00855062" w:rsidP="00497125">
      <w:pPr>
        <w:pStyle w:val="newncpi"/>
      </w:pPr>
      <w:r w:rsidRPr="002A4F87">
        <w:t>ГрГУ им. Янки Купалы вправе обратиться с запросом к любому участнику с просьбой разъяснения их предложений до момента вынесения решения.</w:t>
      </w:r>
    </w:p>
    <w:p w:rsidR="00855062" w:rsidRPr="000F5B72" w:rsidRDefault="00855062" w:rsidP="00497125">
      <w:pPr>
        <w:pStyle w:val="newncpi"/>
        <w:rPr>
          <w:color w:val="000000"/>
        </w:rPr>
      </w:pPr>
      <w:r w:rsidRPr="002A4F87">
        <w:rPr>
          <w:color w:val="000000"/>
        </w:rPr>
        <w:t xml:space="preserve">Организатор вправе отказаться от </w:t>
      </w:r>
      <w:r w:rsidRPr="000F5B72">
        <w:rPr>
          <w:color w:val="000000"/>
        </w:rPr>
        <w:t>проведения переговоров в любой срок без возмещения участникам убытков.</w:t>
      </w:r>
    </w:p>
    <w:p w:rsidR="00855062" w:rsidRPr="000F5B72" w:rsidRDefault="00855062" w:rsidP="0049712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5B72">
        <w:rPr>
          <w:rFonts w:ascii="Times New Roman" w:hAnsi="Times New Roman" w:cs="Times New Roman"/>
          <w:b/>
          <w:color w:val="000000"/>
          <w:sz w:val="24"/>
          <w:szCs w:val="24"/>
        </w:rPr>
        <w:t>12.</w:t>
      </w:r>
      <w:r w:rsidRPr="000F5B72">
        <w:rPr>
          <w:rFonts w:ascii="Times New Roman" w:hAnsi="Times New Roman" w:cs="Times New Roman"/>
          <w:b/>
          <w:sz w:val="24"/>
          <w:szCs w:val="24"/>
        </w:rPr>
        <w:t xml:space="preserve"> Процедура улучшения предложения для переговоров (</w:t>
      </w:r>
      <w:r w:rsidRPr="000F5B72">
        <w:rPr>
          <w:rFonts w:ascii="Times New Roman" w:hAnsi="Times New Roman"/>
          <w:b/>
          <w:sz w:val="24"/>
          <w:szCs w:val="24"/>
        </w:rPr>
        <w:t>снижение цены первоначально поданного предложения участника</w:t>
      </w:r>
      <w:r w:rsidRPr="000F5B72">
        <w:rPr>
          <w:rFonts w:ascii="Times New Roman" w:hAnsi="Times New Roman" w:cs="Times New Roman"/>
          <w:b/>
          <w:sz w:val="24"/>
          <w:szCs w:val="24"/>
        </w:rPr>
        <w:t>)</w:t>
      </w:r>
      <w:r w:rsidRPr="000F5B7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</w:p>
    <w:p w:rsidR="00855062" w:rsidRPr="000F5B72" w:rsidRDefault="00855062" w:rsidP="0049712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5B72">
        <w:rPr>
          <w:rFonts w:ascii="Times New Roman" w:hAnsi="Times New Roman" w:cs="Times New Roman"/>
          <w:sz w:val="24"/>
          <w:szCs w:val="24"/>
        </w:rPr>
        <w:t>Процедура улучшения предложения для переговоров является дополнительным элементом переговоров и заключается в повышении предпочтительности предложений путем добровольного снижения участниками цены своих первоначально поданных предложений, при условии сохранения остальных положений своих предложений без изменений.</w:t>
      </w:r>
    </w:p>
    <w:p w:rsidR="00855062" w:rsidRPr="000F5B72" w:rsidRDefault="00855062" w:rsidP="0049712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5B72">
        <w:rPr>
          <w:rFonts w:ascii="Times New Roman" w:hAnsi="Times New Roman" w:cs="Times New Roman"/>
          <w:sz w:val="24"/>
          <w:szCs w:val="24"/>
        </w:rPr>
        <w:t>В процедуре улучшения предложения для переговоров имеют право участвовать все участники, допущенные к переговорам. Участник вправе не участвовать в процедуре улучшения предложения для переговоров, при этом его предложение остается действующим с предложенными им первоначальными условиями. Предложение участника, в соответствии с которым условия, содержащиеся в документации для переговоров, могут быть ухудшены, не рассматривается.</w:t>
      </w:r>
    </w:p>
    <w:p w:rsidR="00855062" w:rsidRPr="000F5B72" w:rsidRDefault="00855062" w:rsidP="00497125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5B72">
        <w:rPr>
          <w:rFonts w:ascii="Times New Roman" w:hAnsi="Times New Roman" w:cs="Times New Roman"/>
          <w:sz w:val="24"/>
          <w:szCs w:val="24"/>
        </w:rPr>
        <w:t xml:space="preserve">Проведение переговоров и процедура улучшения предложения для переговоров состоится </w:t>
      </w:r>
      <w:r w:rsidRPr="000F5B7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22.03.2021 в 13:30 </w:t>
      </w:r>
      <w:r w:rsidRPr="000F5B72">
        <w:rPr>
          <w:rFonts w:ascii="Times New Roman" w:hAnsi="Times New Roman" w:cs="Times New Roman"/>
          <w:sz w:val="24"/>
          <w:szCs w:val="24"/>
        </w:rPr>
        <w:t xml:space="preserve">по адресу: г. Гродно, ул. Ожешко,22, ауд. 209 (при изменении даты, времени  и ауд. </w:t>
      </w:r>
      <w:r w:rsidRPr="000F5B72">
        <w:rPr>
          <w:rFonts w:ascii="Times New Roman" w:hAnsi="Times New Roman" w:cs="Times New Roman"/>
          <w:color w:val="000000"/>
          <w:sz w:val="24"/>
          <w:szCs w:val="24"/>
        </w:rPr>
        <w:t>будет  сообщено дополнительно по телефону</w:t>
      </w:r>
      <w:r w:rsidRPr="000F5B72">
        <w:rPr>
          <w:rFonts w:ascii="Times New Roman" w:hAnsi="Times New Roman" w:cs="Times New Roman"/>
          <w:sz w:val="24"/>
          <w:szCs w:val="24"/>
        </w:rPr>
        <w:t xml:space="preserve">) </w:t>
      </w:r>
      <w:r w:rsidRPr="000F5B72">
        <w:rPr>
          <w:rFonts w:ascii="Times New Roman" w:hAnsi="Times New Roman" w:cs="Times New Roman"/>
          <w:color w:val="000000"/>
          <w:sz w:val="24"/>
          <w:szCs w:val="24"/>
        </w:rPr>
        <w:t>с личным присутствием представителей участников, при наличии у таких лиц доверенности или документа подтверждающего личность участника. Участник, улучшивший предложение (снизивший первоначальную цену заказа и или улучивший другие условия поставки товара) и признанный победителем переговоров, обязан в течение 1 рабочего дня представить откорректированные документы, определяющие его предложения, оформленные в порядке, предусмотренном для подачи предложений для переговоров.</w:t>
      </w:r>
    </w:p>
    <w:p w:rsidR="00855062" w:rsidRPr="000F5B72" w:rsidRDefault="00855062" w:rsidP="00497125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F5B72">
        <w:rPr>
          <w:rFonts w:ascii="Times New Roman" w:hAnsi="Times New Roman" w:cs="Times New Roman"/>
          <w:b/>
          <w:sz w:val="24"/>
          <w:szCs w:val="24"/>
        </w:rPr>
        <w:t>13. Требования к участнику, в соответствии с которыми переговоры могут проводиться его уполномоченным лицом, и требования к документу, подтверждающему такие полномочия (доверенность или иной документ), который представляется перед началом проведения переговоров</w:t>
      </w:r>
      <w:r w:rsidRPr="000F5B72">
        <w:rPr>
          <w:rFonts w:ascii="Times New Roman" w:hAnsi="Times New Roman" w:cs="Times New Roman"/>
          <w:sz w:val="24"/>
          <w:szCs w:val="24"/>
        </w:rPr>
        <w:t>.</w:t>
      </w:r>
    </w:p>
    <w:p w:rsidR="00855062" w:rsidRPr="000F5B72" w:rsidRDefault="00855062" w:rsidP="00497125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F5B72">
        <w:rPr>
          <w:rFonts w:ascii="Times New Roman" w:hAnsi="Times New Roman" w:cs="Times New Roman"/>
          <w:sz w:val="24"/>
          <w:szCs w:val="24"/>
        </w:rPr>
        <w:t>В переговорах может участвовать уполномоченное участником лицо при наличии у него подтверждающих документов (доверенности, документ подтверждающий личность).</w:t>
      </w:r>
    </w:p>
    <w:p w:rsidR="00855062" w:rsidRPr="000F5B72" w:rsidRDefault="00855062" w:rsidP="00497125">
      <w:pPr>
        <w:autoSpaceDE w:val="0"/>
        <w:autoSpaceDN w:val="0"/>
        <w:adjustRightInd w:val="0"/>
        <w:spacing w:line="18" w:lineRule="atLeast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F5B72">
        <w:rPr>
          <w:rFonts w:ascii="Times New Roman" w:hAnsi="Times New Roman" w:cs="Times New Roman"/>
          <w:b/>
          <w:sz w:val="24"/>
          <w:szCs w:val="24"/>
        </w:rPr>
        <w:t>14. Критерии оценки победителя переговоров, их значимость и порядок определения такого победителя.</w:t>
      </w:r>
    </w:p>
    <w:p w:rsidR="00855062" w:rsidRPr="000F5B72" w:rsidRDefault="00855062" w:rsidP="00497125">
      <w:pPr>
        <w:autoSpaceDE w:val="0"/>
        <w:autoSpaceDN w:val="0"/>
        <w:adjustRightInd w:val="0"/>
        <w:spacing w:line="18" w:lineRule="atLeast"/>
        <w:ind w:firstLine="540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  <w:r w:rsidRPr="000F5B72">
        <w:rPr>
          <w:rFonts w:ascii="Times New Roman" w:hAnsi="Times New Roman" w:cs="Times New Roman"/>
          <w:sz w:val="24"/>
          <w:szCs w:val="24"/>
        </w:rPr>
        <w:t>Выбор победителя переговоров будет осуществлен по результатам рассмотрения конкурсных предложений и по критерию – наиболее низкая цена выполнения работ без применения преференциальной поправки.</w:t>
      </w:r>
    </w:p>
    <w:p w:rsidR="00855062" w:rsidRPr="000F5B72" w:rsidRDefault="00855062" w:rsidP="00210DDF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5B72">
        <w:rPr>
          <w:rFonts w:ascii="Times New Roman" w:hAnsi="Times New Roman" w:cs="Times New Roman"/>
          <w:color w:val="FF0000"/>
          <w:sz w:val="24"/>
          <w:szCs w:val="24"/>
        </w:rPr>
        <w:t xml:space="preserve">За начальную цену для понижения будет принята стоимость строительно-монтажных работ БЕЗ учета стоимости оборудования. Оборудования оплачивается согласно товарно-транспортных накладных </w:t>
      </w:r>
      <w:r w:rsidRPr="000F5B72">
        <w:rPr>
          <w:rFonts w:ascii="Times New Roman" w:hAnsi="Times New Roman" w:cs="Times New Roman"/>
          <w:b/>
          <w:color w:val="FF0000"/>
          <w:sz w:val="24"/>
          <w:szCs w:val="24"/>
        </w:rPr>
        <w:t>(34 966,00 (тридцать четыре тысячи девятьсот шестьдесят шесть белорусских рублей 00 копеек) – стоимость оборудования.Стоимость оборудования рассчитана с учетом прогнозных индексов на продолжительность строительства и не может превышать сумму, указанную в сметной документации).</w:t>
      </w:r>
    </w:p>
    <w:p w:rsidR="00855062" w:rsidRPr="000F5B72" w:rsidRDefault="00855062" w:rsidP="00497125">
      <w:pPr>
        <w:autoSpaceDE w:val="0"/>
        <w:autoSpaceDN w:val="0"/>
        <w:adjustRightInd w:val="0"/>
        <w:spacing w:line="18" w:lineRule="atLeast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55062" w:rsidRPr="000F5B72" w:rsidRDefault="00855062" w:rsidP="00497125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F5B72">
        <w:rPr>
          <w:rFonts w:ascii="Times New Roman" w:hAnsi="Times New Roman" w:cs="Times New Roman"/>
          <w:b/>
          <w:sz w:val="24"/>
          <w:szCs w:val="24"/>
        </w:rPr>
        <w:t>15. Проект договора и срок, в течение которого он должен быть заключен.</w:t>
      </w:r>
    </w:p>
    <w:p w:rsidR="00855062" w:rsidRPr="000F5B72" w:rsidRDefault="00855062" w:rsidP="00497125">
      <w:pPr>
        <w:autoSpaceDE w:val="0"/>
        <w:autoSpaceDN w:val="0"/>
        <w:adjustRightInd w:val="0"/>
        <w:spacing w:line="18" w:lineRule="atLeast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F5B72">
        <w:rPr>
          <w:rFonts w:ascii="Times New Roman" w:hAnsi="Times New Roman" w:cs="Times New Roman"/>
          <w:sz w:val="24"/>
          <w:szCs w:val="24"/>
        </w:rPr>
        <w:t>Проект договора прилагается.</w:t>
      </w:r>
    </w:p>
    <w:p w:rsidR="00855062" w:rsidRPr="000F5B72" w:rsidRDefault="00855062" w:rsidP="009E0039">
      <w:pPr>
        <w:autoSpaceDE w:val="0"/>
        <w:autoSpaceDN w:val="0"/>
        <w:adjustRightInd w:val="0"/>
        <w:spacing w:line="18" w:lineRule="atLeast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F5B72">
        <w:rPr>
          <w:rFonts w:ascii="Times New Roman" w:hAnsi="Times New Roman" w:cs="Times New Roman"/>
          <w:sz w:val="24"/>
          <w:szCs w:val="24"/>
        </w:rPr>
        <w:t>Договор с победителем переговоров заключается не позднее 10 календарных дней после утверждения протокола о проведении переговоров.</w:t>
      </w:r>
    </w:p>
    <w:p w:rsidR="00855062" w:rsidRPr="009E0039" w:rsidRDefault="00855062" w:rsidP="009E0039">
      <w:pPr>
        <w:autoSpaceDE w:val="0"/>
        <w:autoSpaceDN w:val="0"/>
        <w:adjustRightInd w:val="0"/>
        <w:spacing w:line="18" w:lineRule="atLeast"/>
        <w:ind w:firstLine="53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0F5B72">
        <w:rPr>
          <w:rFonts w:ascii="Times New Roman" w:hAnsi="Times New Roman" w:cs="Times New Roman"/>
          <w:sz w:val="24"/>
          <w:szCs w:val="24"/>
        </w:rPr>
        <w:t>В заключаемый договор включаются условия, согласованные по результатам переговоров. При заключении договора в</w:t>
      </w:r>
      <w:r w:rsidRPr="009E0039">
        <w:rPr>
          <w:rFonts w:ascii="Times New Roman" w:hAnsi="Times New Roman" w:cs="Times New Roman"/>
          <w:sz w:val="24"/>
          <w:szCs w:val="24"/>
        </w:rPr>
        <w:t xml:space="preserve"> него по взаимному согласию сторон могут быть внесены отдельные условия, которые не были предметом рассмотрения на переговорах, но не изменяют согласованные существенные условия договора, к которым относятся объем, срок выполнения работ (оказания услуг, поставки товаров), стоимость, порядок оплаты, гарантийный срок.</w:t>
      </w:r>
    </w:p>
    <w:p w:rsidR="00855062" w:rsidRPr="009E0039" w:rsidRDefault="00855062">
      <w:pPr>
        <w:tabs>
          <w:tab w:val="left" w:pos="993"/>
        </w:tabs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55062" w:rsidRPr="009E0039" w:rsidRDefault="00855062">
      <w:pPr>
        <w:tabs>
          <w:tab w:val="left" w:pos="7371"/>
        </w:tabs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55062" w:rsidRPr="004A7F4A" w:rsidRDefault="00855062" w:rsidP="009E003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A7F4A">
        <w:rPr>
          <w:rFonts w:ascii="Times New Roman" w:hAnsi="Times New Roman" w:cs="Times New Roman"/>
          <w:color w:val="000000"/>
          <w:sz w:val="24"/>
          <w:szCs w:val="24"/>
        </w:rPr>
        <w:t>Начальник АХУ                                                   ______________                 Р.И. Касян</w:t>
      </w:r>
    </w:p>
    <w:p w:rsidR="00855062" w:rsidRPr="004A7F4A" w:rsidRDefault="00855062" w:rsidP="009E003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A7F4A">
        <w:rPr>
          <w:rFonts w:ascii="Times New Roman" w:hAnsi="Times New Roman" w:cs="Times New Roman"/>
          <w:color w:val="000000"/>
          <w:sz w:val="24"/>
          <w:szCs w:val="24"/>
        </w:rPr>
        <w:t>___ ___________ 202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4A7F4A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855062" w:rsidRPr="004A7F4A" w:rsidRDefault="00855062" w:rsidP="009E003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55062" w:rsidRPr="004A7F4A" w:rsidRDefault="00855062" w:rsidP="009E003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4A7F4A">
        <w:rPr>
          <w:rFonts w:ascii="Times New Roman" w:hAnsi="Times New Roman" w:cs="Times New Roman"/>
          <w:color w:val="000000"/>
          <w:sz w:val="24"/>
          <w:szCs w:val="24"/>
        </w:rPr>
        <w:t>ачальник отдела ОРиС</w:t>
      </w:r>
      <w:r w:rsidRPr="004A7F4A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A7F4A">
        <w:rPr>
          <w:rFonts w:ascii="Times New Roman" w:hAnsi="Times New Roman" w:cs="Times New Roman"/>
          <w:color w:val="000000"/>
          <w:sz w:val="24"/>
          <w:szCs w:val="24"/>
        </w:rPr>
        <w:t>______________                 О.П. Трасько</w:t>
      </w:r>
    </w:p>
    <w:p w:rsidR="00855062" w:rsidRPr="004A7F4A" w:rsidRDefault="00855062" w:rsidP="009E003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A7F4A">
        <w:rPr>
          <w:rFonts w:ascii="Times New Roman" w:hAnsi="Times New Roman" w:cs="Times New Roman"/>
          <w:color w:val="000000"/>
          <w:sz w:val="24"/>
          <w:szCs w:val="24"/>
        </w:rPr>
        <w:t>___ ___________ 202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4A7F4A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855062" w:rsidRPr="004A7F4A" w:rsidRDefault="00855062" w:rsidP="009E003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55062" w:rsidRPr="004A7F4A" w:rsidRDefault="00855062" w:rsidP="009E003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A7F4A">
        <w:rPr>
          <w:rFonts w:ascii="Times New Roman" w:hAnsi="Times New Roman" w:cs="Times New Roman"/>
          <w:color w:val="000000"/>
          <w:sz w:val="24"/>
          <w:szCs w:val="24"/>
        </w:rPr>
        <w:t>Документацию для переговоров составил:</w:t>
      </w:r>
    </w:p>
    <w:p w:rsidR="00855062" w:rsidRPr="004A7F4A" w:rsidRDefault="00855062" w:rsidP="009E003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A7F4A">
        <w:rPr>
          <w:rFonts w:ascii="Times New Roman" w:hAnsi="Times New Roman" w:cs="Times New Roman"/>
          <w:color w:val="000000"/>
          <w:sz w:val="24"/>
          <w:szCs w:val="24"/>
        </w:rPr>
        <w:t>Инженер-энергетик отдела ОРиС</w:t>
      </w:r>
      <w:r w:rsidRPr="004A7F4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______________                 </w:t>
      </w:r>
      <w:r w:rsidRPr="004A7F4A">
        <w:rPr>
          <w:rFonts w:ascii="Times New Roman" w:hAnsi="Times New Roman" w:cs="Times New Roman"/>
          <w:sz w:val="24"/>
          <w:szCs w:val="24"/>
        </w:rPr>
        <w:t>Е.А. Иотчик</w:t>
      </w:r>
    </w:p>
    <w:p w:rsidR="00855062" w:rsidRPr="004A7F4A" w:rsidRDefault="00855062" w:rsidP="009E003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A7F4A">
        <w:rPr>
          <w:rFonts w:ascii="Times New Roman" w:hAnsi="Times New Roman" w:cs="Times New Roman"/>
          <w:color w:val="000000"/>
          <w:sz w:val="24"/>
          <w:szCs w:val="24"/>
        </w:rPr>
        <w:t>___ ___________ 202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4A7F4A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855062" w:rsidRPr="004A7F4A" w:rsidRDefault="00855062" w:rsidP="009E003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55062" w:rsidRPr="004A7F4A" w:rsidRDefault="00855062" w:rsidP="009E003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A7F4A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855062" w:rsidRPr="004A7F4A" w:rsidRDefault="00855062" w:rsidP="009E003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A7F4A">
        <w:rPr>
          <w:rFonts w:ascii="Times New Roman" w:hAnsi="Times New Roman" w:cs="Times New Roman"/>
          <w:sz w:val="24"/>
          <w:szCs w:val="24"/>
        </w:rPr>
        <w:t>Начальник отдела закупок</w:t>
      </w:r>
      <w:r w:rsidRPr="004A7F4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A7F4A">
        <w:rPr>
          <w:rFonts w:ascii="Times New Roman" w:hAnsi="Times New Roman" w:cs="Times New Roman"/>
          <w:sz w:val="24"/>
          <w:szCs w:val="24"/>
        </w:rPr>
        <w:t xml:space="preserve">______________                 В.Б. Кулаковский    </w:t>
      </w:r>
    </w:p>
    <w:p w:rsidR="00855062" w:rsidRDefault="00855062" w:rsidP="009E0039">
      <w:pPr>
        <w:jc w:val="both"/>
        <w:rPr>
          <w:rFonts w:ascii="Times New Roman" w:hAnsi="Times New Roman" w:cs="Times New Roman"/>
          <w:sz w:val="24"/>
          <w:szCs w:val="24"/>
        </w:rPr>
      </w:pPr>
      <w:r w:rsidRPr="004A7F4A">
        <w:rPr>
          <w:rFonts w:ascii="Times New Roman" w:hAnsi="Times New Roman" w:cs="Times New Roman"/>
          <w:sz w:val="24"/>
          <w:szCs w:val="24"/>
        </w:rPr>
        <w:t>___ ___________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A7F4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55062" w:rsidRDefault="00855062" w:rsidP="009E00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5062" w:rsidRDefault="00855062" w:rsidP="009E00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5062" w:rsidRPr="009E0039" w:rsidRDefault="00855062" w:rsidP="009E00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55062" w:rsidRPr="009E0039" w:rsidRDefault="00855062" w:rsidP="00DF605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55062" w:rsidRPr="009B7D99" w:rsidRDefault="00855062" w:rsidP="00DF605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55062" w:rsidRPr="009B7D99" w:rsidRDefault="00855062" w:rsidP="00DF605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55062" w:rsidRPr="009B7D99" w:rsidRDefault="00855062" w:rsidP="00DF6056">
      <w:pPr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855062" w:rsidRDefault="00855062" w:rsidP="00DF605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55062" w:rsidRPr="009E0039" w:rsidRDefault="00855062" w:rsidP="00DF605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55062" w:rsidRPr="009E0039" w:rsidRDefault="00855062" w:rsidP="00DF605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55062" w:rsidRPr="009E0039" w:rsidRDefault="00855062" w:rsidP="004B3202">
      <w:pPr>
        <w:ind w:left="200"/>
        <w:jc w:val="right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</w:p>
    <w:p w:rsidR="00855062" w:rsidRPr="009E0039" w:rsidRDefault="00855062" w:rsidP="004B3202">
      <w:pPr>
        <w:rPr>
          <w:rFonts w:ascii="Times New Roman" w:hAnsi="Times New Roman" w:cs="Times New Roman"/>
          <w:sz w:val="24"/>
          <w:szCs w:val="24"/>
        </w:rPr>
      </w:pPr>
    </w:p>
    <w:p w:rsidR="00855062" w:rsidRPr="009E0039" w:rsidRDefault="00855062" w:rsidP="004B3202">
      <w:pPr>
        <w:spacing w:after="596"/>
        <w:ind w:left="3000" w:firstLine="620"/>
        <w:jc w:val="both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Оформляется, на фирменном бланке</w:t>
      </w:r>
    </w:p>
    <w:p w:rsidR="00855062" w:rsidRPr="009E0039" w:rsidRDefault="00855062" w:rsidP="004B3202">
      <w:pPr>
        <w:rPr>
          <w:rFonts w:ascii="Times New Roman" w:hAnsi="Times New Roman" w:cs="Times New Roman"/>
          <w:sz w:val="24"/>
          <w:szCs w:val="24"/>
        </w:rPr>
      </w:pPr>
    </w:p>
    <w:p w:rsidR="00855062" w:rsidRPr="009E0039" w:rsidRDefault="00855062" w:rsidP="004B3202">
      <w:pPr>
        <w:ind w:left="390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График строительства</w:t>
      </w:r>
    </w:p>
    <w:p w:rsidR="00855062" w:rsidRPr="009E0039" w:rsidRDefault="00855062" w:rsidP="004B3202">
      <w:pPr>
        <w:ind w:left="64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9E0039">
        <w:rPr>
          <w:rFonts w:ascii="Times New Roman" w:hAnsi="Times New Roman" w:cs="Times New Roman"/>
          <w:color w:val="000000"/>
          <w:sz w:val="24"/>
          <w:szCs w:val="24"/>
          <w:u w:val="single"/>
        </w:rPr>
        <w:t>___________________________________________________</w:t>
      </w:r>
      <w:r w:rsidRPr="009E003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 (наименование объекта)</w:t>
      </w:r>
    </w:p>
    <w:p w:rsidR="00855062" w:rsidRPr="009E0039" w:rsidRDefault="00855062" w:rsidP="004B320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74"/>
        <w:gridCol w:w="1907"/>
        <w:gridCol w:w="1096"/>
        <w:gridCol w:w="1221"/>
        <w:gridCol w:w="614"/>
        <w:gridCol w:w="860"/>
        <w:gridCol w:w="860"/>
        <w:gridCol w:w="860"/>
        <w:gridCol w:w="860"/>
      </w:tblGrid>
      <w:tr w:rsidR="00855062" w:rsidRPr="009E0039" w:rsidTr="004B3202">
        <w:trPr>
          <w:trHeight w:val="475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Обоснование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видов работ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spacing w:after="120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Единица</w:t>
            </w:r>
          </w:p>
          <w:p w:rsidR="00855062" w:rsidRPr="009E0039" w:rsidRDefault="00855062" w:rsidP="004B320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Стоимость, млн. рублей</w:t>
            </w:r>
          </w:p>
        </w:tc>
      </w:tr>
      <w:tr w:rsidR="00855062" w:rsidRPr="009E0039" w:rsidTr="004B3202">
        <w:trPr>
          <w:trHeight w:val="1370"/>
          <w:jc w:val="center"/>
        </w:trPr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всего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ind w:left="180" w:firstLin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том числе по месяцам с учетом прогнозного индекса цен в строительстве</w:t>
            </w:r>
          </w:p>
        </w:tc>
      </w:tr>
      <w:tr w:rsidR="00855062" w:rsidRPr="009E0039" w:rsidTr="004B3202">
        <w:trPr>
          <w:trHeight w:val="445"/>
          <w:jc w:val="center"/>
        </w:trPr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062" w:rsidRPr="009E0039" w:rsidTr="004B3202">
        <w:trPr>
          <w:trHeight w:val="455"/>
          <w:jc w:val="center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</w:tr>
      <w:tr w:rsidR="00855062" w:rsidRPr="009E0039" w:rsidTr="004B3202">
        <w:trPr>
          <w:trHeight w:val="380"/>
          <w:jc w:val="center"/>
        </w:trPr>
        <w:tc>
          <w:tcPr>
            <w:tcW w:w="0" w:type="auto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5062" w:rsidRPr="009E0039" w:rsidRDefault="00855062" w:rsidP="004B3202">
      <w:pPr>
        <w:spacing w:after="240"/>
        <w:rPr>
          <w:rFonts w:ascii="Times New Roman" w:hAnsi="Times New Roman" w:cs="Times New Roman"/>
          <w:sz w:val="24"/>
          <w:szCs w:val="24"/>
        </w:rPr>
      </w:pPr>
    </w:p>
    <w:p w:rsidR="00855062" w:rsidRPr="009E0039" w:rsidRDefault="00855062" w:rsidP="004B3202">
      <w:pPr>
        <w:spacing w:before="370" w:after="214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>Итого</w:t>
      </w:r>
    </w:p>
    <w:p w:rsidR="00855062" w:rsidRPr="009E0039" w:rsidRDefault="00855062" w:rsidP="004B3202">
      <w:pPr>
        <w:spacing w:after="232"/>
        <w:ind w:right="580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>По договорной (контрактной) цене на дату заключения договора</w:t>
      </w:r>
    </w:p>
    <w:p w:rsidR="00855062" w:rsidRPr="009E0039" w:rsidRDefault="00855062" w:rsidP="004B3202">
      <w:pPr>
        <w:spacing w:after="264"/>
        <w:ind w:right="580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>Стоимость поставляемых заказчиком материалов</w:t>
      </w:r>
    </w:p>
    <w:p w:rsidR="00855062" w:rsidRPr="009E0039" w:rsidRDefault="00855062" w:rsidP="004B3202">
      <w:pPr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</w:p>
    <w:p w:rsidR="00855062" w:rsidRPr="009E0039" w:rsidRDefault="00855062" w:rsidP="004B3202">
      <w:pPr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  <w:u w:val="single"/>
        </w:rPr>
        <w:t>__________________________</w:t>
      </w:r>
    </w:p>
    <w:p w:rsidR="00855062" w:rsidRPr="009E0039" w:rsidRDefault="00855062" w:rsidP="004B3202">
      <w:pPr>
        <w:ind w:left="700" w:right="5980" w:hanging="130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>(должность, подпись) </w:t>
      </w:r>
    </w:p>
    <w:p w:rsidR="00855062" w:rsidRPr="009E0039" w:rsidRDefault="00855062" w:rsidP="004B3202">
      <w:pPr>
        <w:ind w:left="700" w:right="5980" w:hanging="130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>        М.П.</w:t>
      </w:r>
    </w:p>
    <w:p w:rsidR="00855062" w:rsidRPr="009E0039" w:rsidRDefault="00855062" w:rsidP="004B3202">
      <w:pPr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  <w:u w:val="single"/>
        </w:rPr>
        <w:t>__________________________</w:t>
      </w:r>
    </w:p>
    <w:p w:rsidR="00855062" w:rsidRPr="009E0039" w:rsidRDefault="00855062" w:rsidP="004B3202">
      <w:pPr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>       (инициалы, фамилия) </w:t>
      </w:r>
    </w:p>
    <w:p w:rsidR="00855062" w:rsidRPr="009E0039" w:rsidRDefault="00855062" w:rsidP="004B3202">
      <w:pPr>
        <w:rPr>
          <w:rFonts w:ascii="Times New Roman" w:hAnsi="Times New Roman" w:cs="Times New Roman"/>
          <w:sz w:val="24"/>
          <w:szCs w:val="24"/>
        </w:rPr>
      </w:pPr>
    </w:p>
    <w:p w:rsidR="00855062" w:rsidRPr="009E0039" w:rsidRDefault="00855062" w:rsidP="004B3202">
      <w:pPr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 xml:space="preserve">Дата </w:t>
      </w:r>
      <w:r w:rsidRPr="009E0039">
        <w:rPr>
          <w:rFonts w:ascii="Times New Roman" w:hAnsi="Times New Roman" w:cs="Times New Roman"/>
          <w:color w:val="000000"/>
          <w:sz w:val="24"/>
          <w:szCs w:val="24"/>
          <w:u w:val="single"/>
        </w:rPr>
        <w:t>__________________________</w:t>
      </w:r>
    </w:p>
    <w:p w:rsidR="00855062" w:rsidRPr="009E0039" w:rsidRDefault="00855062" w:rsidP="004B3202">
      <w:pPr>
        <w:ind w:right="5980" w:firstLine="84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E0039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855062" w:rsidRPr="009E0039" w:rsidRDefault="00855062" w:rsidP="004B3202">
      <w:pPr>
        <w:ind w:right="5980" w:firstLine="840"/>
        <w:rPr>
          <w:rFonts w:ascii="Times New Roman" w:hAnsi="Times New Roman" w:cs="Times New Roman"/>
          <w:sz w:val="24"/>
          <w:szCs w:val="24"/>
        </w:rPr>
      </w:pPr>
    </w:p>
    <w:p w:rsidR="00855062" w:rsidRPr="009E0039" w:rsidRDefault="00855062" w:rsidP="004B3202">
      <w:pPr>
        <w:ind w:right="5980" w:firstLine="840"/>
        <w:rPr>
          <w:rFonts w:ascii="Times New Roman" w:hAnsi="Times New Roman" w:cs="Times New Roman"/>
          <w:sz w:val="24"/>
          <w:szCs w:val="24"/>
        </w:rPr>
      </w:pPr>
    </w:p>
    <w:p w:rsidR="00855062" w:rsidRPr="009E0039" w:rsidRDefault="00855062" w:rsidP="004B3202">
      <w:pPr>
        <w:ind w:right="5980" w:firstLine="840"/>
        <w:rPr>
          <w:rFonts w:ascii="Times New Roman" w:hAnsi="Times New Roman" w:cs="Times New Roman"/>
          <w:sz w:val="24"/>
          <w:szCs w:val="24"/>
        </w:rPr>
      </w:pPr>
    </w:p>
    <w:p w:rsidR="00855062" w:rsidRPr="009E0039" w:rsidRDefault="00855062" w:rsidP="004B3202">
      <w:pPr>
        <w:ind w:right="5980" w:firstLine="840"/>
        <w:rPr>
          <w:rFonts w:ascii="Times New Roman" w:hAnsi="Times New Roman" w:cs="Times New Roman"/>
          <w:sz w:val="24"/>
          <w:szCs w:val="24"/>
        </w:rPr>
      </w:pPr>
    </w:p>
    <w:p w:rsidR="00855062" w:rsidRPr="009E0039" w:rsidRDefault="00855062" w:rsidP="004B3202">
      <w:pPr>
        <w:ind w:right="5980" w:firstLine="840"/>
        <w:rPr>
          <w:rFonts w:ascii="Times New Roman" w:hAnsi="Times New Roman" w:cs="Times New Roman"/>
          <w:sz w:val="24"/>
          <w:szCs w:val="24"/>
        </w:rPr>
      </w:pPr>
    </w:p>
    <w:p w:rsidR="00855062" w:rsidRPr="009E0039" w:rsidRDefault="00855062" w:rsidP="004B3202">
      <w:pPr>
        <w:ind w:right="5980" w:firstLine="840"/>
        <w:rPr>
          <w:rFonts w:ascii="Times New Roman" w:hAnsi="Times New Roman" w:cs="Times New Roman"/>
          <w:sz w:val="24"/>
          <w:szCs w:val="24"/>
        </w:rPr>
      </w:pPr>
    </w:p>
    <w:p w:rsidR="00855062" w:rsidRPr="009E0039" w:rsidRDefault="00855062" w:rsidP="004B3202">
      <w:pPr>
        <w:ind w:right="5980" w:firstLine="840"/>
        <w:rPr>
          <w:rFonts w:ascii="Times New Roman" w:hAnsi="Times New Roman" w:cs="Times New Roman"/>
          <w:sz w:val="24"/>
          <w:szCs w:val="24"/>
        </w:rPr>
      </w:pPr>
    </w:p>
    <w:p w:rsidR="00855062" w:rsidRPr="009E0039" w:rsidRDefault="00855062" w:rsidP="004B3202">
      <w:pPr>
        <w:ind w:right="5980" w:firstLine="840"/>
        <w:rPr>
          <w:rFonts w:ascii="Times New Roman" w:hAnsi="Times New Roman" w:cs="Times New Roman"/>
          <w:sz w:val="24"/>
          <w:szCs w:val="24"/>
        </w:rPr>
      </w:pPr>
    </w:p>
    <w:p w:rsidR="00855062" w:rsidRPr="009E0039" w:rsidRDefault="00855062" w:rsidP="004B3202">
      <w:pPr>
        <w:ind w:right="5980" w:firstLine="840"/>
        <w:rPr>
          <w:rFonts w:ascii="Times New Roman" w:hAnsi="Times New Roman" w:cs="Times New Roman"/>
          <w:sz w:val="24"/>
          <w:szCs w:val="24"/>
        </w:rPr>
      </w:pPr>
    </w:p>
    <w:p w:rsidR="00855062" w:rsidRPr="009E0039" w:rsidRDefault="00855062" w:rsidP="004B3202">
      <w:pPr>
        <w:ind w:right="5980" w:firstLine="840"/>
        <w:rPr>
          <w:rFonts w:ascii="Times New Roman" w:hAnsi="Times New Roman" w:cs="Times New Roman"/>
          <w:sz w:val="24"/>
          <w:szCs w:val="24"/>
        </w:rPr>
      </w:pPr>
    </w:p>
    <w:p w:rsidR="00855062" w:rsidRPr="009E0039" w:rsidRDefault="00855062" w:rsidP="004B3202">
      <w:pPr>
        <w:ind w:right="5980" w:firstLine="840"/>
        <w:rPr>
          <w:rFonts w:ascii="Times New Roman" w:hAnsi="Times New Roman" w:cs="Times New Roman"/>
          <w:sz w:val="24"/>
          <w:szCs w:val="24"/>
        </w:rPr>
      </w:pPr>
    </w:p>
    <w:p w:rsidR="00855062" w:rsidRPr="009E0039" w:rsidRDefault="00855062" w:rsidP="004B3202">
      <w:pPr>
        <w:ind w:right="5980" w:firstLine="840"/>
        <w:rPr>
          <w:rFonts w:ascii="Times New Roman" w:hAnsi="Times New Roman" w:cs="Times New Roman"/>
          <w:sz w:val="24"/>
          <w:szCs w:val="24"/>
        </w:rPr>
      </w:pPr>
    </w:p>
    <w:p w:rsidR="00855062" w:rsidRPr="009E0039" w:rsidRDefault="00855062" w:rsidP="004B3202">
      <w:pPr>
        <w:ind w:right="5980" w:firstLine="840"/>
        <w:rPr>
          <w:rFonts w:ascii="Times New Roman" w:hAnsi="Times New Roman" w:cs="Times New Roman"/>
          <w:sz w:val="24"/>
          <w:szCs w:val="24"/>
        </w:rPr>
      </w:pPr>
    </w:p>
    <w:p w:rsidR="00855062" w:rsidRPr="009E0039" w:rsidRDefault="00855062" w:rsidP="004B3202">
      <w:pPr>
        <w:ind w:left="200"/>
        <w:jc w:val="right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>Приложение 2</w:t>
      </w:r>
    </w:p>
    <w:p w:rsidR="00855062" w:rsidRPr="009E0039" w:rsidRDefault="00855062" w:rsidP="004B3202">
      <w:pPr>
        <w:rPr>
          <w:rFonts w:ascii="Times New Roman" w:hAnsi="Times New Roman" w:cs="Times New Roman"/>
          <w:sz w:val="24"/>
          <w:szCs w:val="24"/>
        </w:rPr>
      </w:pPr>
    </w:p>
    <w:p w:rsidR="00855062" w:rsidRPr="009E0039" w:rsidRDefault="00855062" w:rsidP="004B3202">
      <w:pPr>
        <w:spacing w:after="596"/>
        <w:ind w:left="3000" w:firstLine="620"/>
        <w:jc w:val="both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Оформляется, на фирменном бланке</w:t>
      </w:r>
    </w:p>
    <w:p w:rsidR="00855062" w:rsidRPr="009E0039" w:rsidRDefault="00855062" w:rsidP="004B3202">
      <w:pPr>
        <w:rPr>
          <w:rFonts w:ascii="Times New Roman" w:hAnsi="Times New Roman" w:cs="Times New Roman"/>
          <w:sz w:val="24"/>
          <w:szCs w:val="24"/>
        </w:rPr>
      </w:pPr>
    </w:p>
    <w:p w:rsidR="00855062" w:rsidRPr="009E0039" w:rsidRDefault="00855062" w:rsidP="009E0039">
      <w:pPr>
        <w:ind w:hanging="3900"/>
        <w:jc w:val="center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График платежей при  строительстве(выполнении работ)</w:t>
      </w:r>
    </w:p>
    <w:p w:rsidR="00855062" w:rsidRPr="009E0039" w:rsidRDefault="00855062" w:rsidP="004B3202">
      <w:pPr>
        <w:ind w:left="64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9E0039">
        <w:rPr>
          <w:rFonts w:ascii="Times New Roman" w:hAnsi="Times New Roman" w:cs="Times New Roman"/>
          <w:color w:val="000000"/>
          <w:sz w:val="24"/>
          <w:szCs w:val="24"/>
          <w:u w:val="single"/>
        </w:rPr>
        <w:t>_______________________________________________________________</w:t>
      </w:r>
      <w:r w:rsidRPr="009E003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 (наименование объекта)</w:t>
      </w:r>
    </w:p>
    <w:p w:rsidR="00855062" w:rsidRPr="009E0039" w:rsidRDefault="00855062" w:rsidP="004B320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09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632"/>
        <w:gridCol w:w="1719"/>
        <w:gridCol w:w="1160"/>
        <w:gridCol w:w="1260"/>
        <w:gridCol w:w="1894"/>
        <w:gridCol w:w="2044"/>
      </w:tblGrid>
      <w:tr w:rsidR="00855062" w:rsidRPr="009E0039" w:rsidTr="009324E7">
        <w:trPr>
          <w:trHeight w:val="525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Месяцы</w:t>
            </w:r>
          </w:p>
          <w:p w:rsidR="00855062" w:rsidRPr="009E0039" w:rsidRDefault="00855062" w:rsidP="004B3202">
            <w:pPr>
              <w:spacing w:before="120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работ по графику, тыс. рублей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платежей, тыс. рублей</w:t>
            </w:r>
          </w:p>
        </w:tc>
      </w:tr>
      <w:tr w:rsidR="00855062" w:rsidRPr="009E0039" w:rsidTr="00D5154D">
        <w:trPr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</w:tr>
      <w:tr w:rsidR="00855062" w:rsidRPr="009E0039" w:rsidTr="00D5154D">
        <w:trPr>
          <w:trHeight w:val="160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062" w:rsidRPr="009E0039" w:rsidRDefault="00855062" w:rsidP="004B3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аванс, включая целевой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за выполненные работы, бюджетные средства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за выполненные работы, собственные средства</w:t>
            </w:r>
          </w:p>
        </w:tc>
      </w:tr>
      <w:tr w:rsidR="00855062" w:rsidRPr="009E0039" w:rsidTr="00D5154D">
        <w:trPr>
          <w:trHeight w:val="50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932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13 329, 44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932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062" w:rsidRPr="009E0039" w:rsidTr="00D5154D">
        <w:trPr>
          <w:trHeight w:val="50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40 654, 78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E15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13 329, 44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E15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13 329, 44</w:t>
            </w:r>
          </w:p>
        </w:tc>
      </w:tr>
      <w:tr w:rsidR="00855062" w:rsidRPr="009E0039" w:rsidTr="00D5154D">
        <w:trPr>
          <w:trHeight w:val="50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40 654, 78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E15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40 654, 78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E15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40 654, 78</w:t>
            </w:r>
          </w:p>
        </w:tc>
      </w:tr>
      <w:tr w:rsidR="00855062" w:rsidRPr="009E0039" w:rsidTr="00D5154D">
        <w:trPr>
          <w:trHeight w:val="50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E15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40 654, 78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E15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40 654, 78</w:t>
            </w:r>
          </w:p>
        </w:tc>
      </w:tr>
      <w:tr w:rsidR="00855062" w:rsidRPr="009E0039" w:rsidTr="00D5154D">
        <w:trPr>
          <w:trHeight w:val="50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5062" w:rsidRPr="009E0039" w:rsidTr="00D5154D">
        <w:trPr>
          <w:trHeight w:val="50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0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94 639, 00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94 639, 00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55062" w:rsidRPr="009E0039" w:rsidRDefault="00855062" w:rsidP="004B32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94 639, 00</w:t>
            </w:r>
          </w:p>
        </w:tc>
      </w:tr>
    </w:tbl>
    <w:p w:rsidR="00855062" w:rsidRPr="009E0039" w:rsidRDefault="00855062" w:rsidP="009324E7">
      <w:pPr>
        <w:rPr>
          <w:rFonts w:ascii="Times New Roman" w:hAnsi="Times New Roman" w:cs="Times New Roman"/>
          <w:sz w:val="24"/>
          <w:szCs w:val="24"/>
        </w:rPr>
      </w:pPr>
    </w:p>
    <w:p w:rsidR="00855062" w:rsidRPr="009E0039" w:rsidRDefault="00855062" w:rsidP="009324E7">
      <w:pPr>
        <w:rPr>
          <w:rFonts w:ascii="Times New Roman" w:hAnsi="Times New Roman" w:cs="Times New Roman"/>
          <w:sz w:val="24"/>
          <w:szCs w:val="24"/>
        </w:rPr>
      </w:pPr>
    </w:p>
    <w:p w:rsidR="00855062" w:rsidRPr="009E0039" w:rsidRDefault="00855062" w:rsidP="009324E7">
      <w:pPr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</w:p>
    <w:p w:rsidR="00855062" w:rsidRPr="009E0039" w:rsidRDefault="00855062" w:rsidP="004B3202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sz w:val="24"/>
          <w:szCs w:val="24"/>
        </w:rPr>
        <w:br/>
      </w:r>
      <w:r w:rsidRPr="009E0039">
        <w:rPr>
          <w:rFonts w:ascii="Times New Roman" w:hAnsi="Times New Roman" w:cs="Times New Roman"/>
          <w:sz w:val="24"/>
          <w:szCs w:val="24"/>
        </w:rPr>
        <w:br/>
      </w:r>
    </w:p>
    <w:p w:rsidR="00855062" w:rsidRDefault="00855062" w:rsidP="004B3202">
      <w:pPr>
        <w:ind w:hanging="567"/>
        <w:rPr>
          <w:rFonts w:ascii="Times New Roman" w:hAnsi="Times New Roman" w:cs="Times New Roman"/>
          <w:color w:val="000000"/>
          <w:sz w:val="24"/>
          <w:szCs w:val="24"/>
        </w:rPr>
      </w:pPr>
      <w:r w:rsidRPr="009E0039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      _______________________    ________________________           </w:t>
      </w:r>
    </w:p>
    <w:p w:rsidR="00855062" w:rsidRPr="009E0039" w:rsidRDefault="00855062" w:rsidP="004B3202">
      <w:pPr>
        <w:ind w:hanging="567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(должность)                          (подпись)                                  (Ф.И.О.)</w:t>
      </w:r>
    </w:p>
    <w:p w:rsidR="00855062" w:rsidRPr="009E0039" w:rsidRDefault="00855062" w:rsidP="004B3202">
      <w:pPr>
        <w:ind w:hanging="567"/>
        <w:rPr>
          <w:rFonts w:ascii="Times New Roman" w:hAnsi="Times New Roman" w:cs="Times New Roman"/>
          <w:sz w:val="24"/>
          <w:szCs w:val="24"/>
        </w:rPr>
      </w:pPr>
      <w:r w:rsidRPr="009E0039">
        <w:rPr>
          <w:rFonts w:ascii="Times New Roman" w:hAnsi="Times New Roman" w:cs="Times New Roman"/>
          <w:i/>
          <w:iCs/>
          <w:color w:val="000000"/>
          <w:sz w:val="24"/>
          <w:szCs w:val="24"/>
        </w:rPr>
        <w:t>                                                                М.П.</w:t>
      </w:r>
    </w:p>
    <w:p w:rsidR="00855062" w:rsidRPr="009E0039" w:rsidRDefault="00855062" w:rsidP="00DF6056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855062" w:rsidRPr="009E0039" w:rsidSect="00DF6056">
      <w:pgSz w:w="11900" w:h="16840"/>
      <w:pgMar w:top="851" w:right="567" w:bottom="709" w:left="1701" w:header="0" w:footer="6" w:gutter="0"/>
      <w:pgNumType w:start="1"/>
      <w:cols w:space="720" w:equalWidth="0">
        <w:col w:w="9689"/>
      </w:cols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8441F"/>
    <w:multiLevelType w:val="multilevel"/>
    <w:tmpl w:val="123E3DF8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Times New Roman" w:hAnsi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Times New Roman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Times New Roman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Times New Roman" w:hAnsi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Times New Roman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Times New Roman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Times New Roman" w:hAnsi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Times New Roman" w:hAnsi="Noto Sans Symbols"/>
        <w:vertAlign w:val="baseline"/>
      </w:rPr>
    </w:lvl>
  </w:abstractNum>
  <w:abstractNum w:abstractNumId="1">
    <w:nsid w:val="59DA47B4"/>
    <w:multiLevelType w:val="hybridMultilevel"/>
    <w:tmpl w:val="335EEB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5048"/>
    <w:rsid w:val="0004167F"/>
    <w:rsid w:val="00094BB5"/>
    <w:rsid w:val="000B0AD9"/>
    <w:rsid w:val="000F5B72"/>
    <w:rsid w:val="00130D57"/>
    <w:rsid w:val="0018091E"/>
    <w:rsid w:val="00210DDF"/>
    <w:rsid w:val="00234129"/>
    <w:rsid w:val="002A4F87"/>
    <w:rsid w:val="003537A9"/>
    <w:rsid w:val="00355609"/>
    <w:rsid w:val="00394367"/>
    <w:rsid w:val="00497125"/>
    <w:rsid w:val="004A7F4A"/>
    <w:rsid w:val="004B3202"/>
    <w:rsid w:val="00576F7B"/>
    <w:rsid w:val="006674E1"/>
    <w:rsid w:val="006F7833"/>
    <w:rsid w:val="00707C53"/>
    <w:rsid w:val="00761C6D"/>
    <w:rsid w:val="00765048"/>
    <w:rsid w:val="00795C22"/>
    <w:rsid w:val="008149C6"/>
    <w:rsid w:val="00817B15"/>
    <w:rsid w:val="00855062"/>
    <w:rsid w:val="009324E7"/>
    <w:rsid w:val="00940A07"/>
    <w:rsid w:val="00950A28"/>
    <w:rsid w:val="009B7D99"/>
    <w:rsid w:val="009C1EDB"/>
    <w:rsid w:val="009E0039"/>
    <w:rsid w:val="00A879DA"/>
    <w:rsid w:val="00B72734"/>
    <w:rsid w:val="00BE6267"/>
    <w:rsid w:val="00CC3E7B"/>
    <w:rsid w:val="00CE6EE0"/>
    <w:rsid w:val="00D5154D"/>
    <w:rsid w:val="00D91E3C"/>
    <w:rsid w:val="00DA3C40"/>
    <w:rsid w:val="00DF41D8"/>
    <w:rsid w:val="00DF6056"/>
    <w:rsid w:val="00E01E80"/>
    <w:rsid w:val="00E14947"/>
    <w:rsid w:val="00E15008"/>
    <w:rsid w:val="00E51BD5"/>
    <w:rsid w:val="00E716BC"/>
    <w:rsid w:val="00EA2202"/>
    <w:rsid w:val="00EC67E4"/>
    <w:rsid w:val="00EE4C3A"/>
    <w:rsid w:val="00EF3EA3"/>
    <w:rsid w:val="00F63607"/>
    <w:rsid w:val="00FB4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EE0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6EE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6E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6EE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E6EE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E6EE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E6EE0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CE6EE0"/>
    <w:rPr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CE6EE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CE6EE0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styleId="NormalWeb">
    <w:name w:val="Normal (Web)"/>
    <w:basedOn w:val="Normal"/>
    <w:uiPriority w:val="99"/>
    <w:rsid w:val="004B320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uiPriority w:val="99"/>
    <w:rsid w:val="004B320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61C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1C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97125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ncpi">
    <w:name w:val="newncpi"/>
    <w:basedOn w:val="Normal"/>
    <w:uiPriority w:val="99"/>
    <w:rsid w:val="00497125"/>
    <w:pPr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497125"/>
    <w:pPr>
      <w:widowControl w:val="0"/>
      <w:autoSpaceDE w:val="0"/>
      <w:autoSpaceDN w:val="0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6</Pages>
  <Words>2125</Words>
  <Characters>12113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ЩЕРБАТЮК АЛЕКСАНДР ВИКТОРОВИЧ</dc:creator>
  <cp:keywords/>
  <dc:description/>
  <cp:lastModifiedBy>Ivanova_EA1</cp:lastModifiedBy>
  <cp:revision>5</cp:revision>
  <cp:lastPrinted>2019-12-19T07:56:00Z</cp:lastPrinted>
  <dcterms:created xsi:type="dcterms:W3CDTF">2021-03-11T12:17:00Z</dcterms:created>
  <dcterms:modified xsi:type="dcterms:W3CDTF">2021-03-12T06:54:00Z</dcterms:modified>
</cp:coreProperties>
</file>