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46E" w:rsidRDefault="0021646E" w:rsidP="00207A92">
      <w:pPr>
        <w:pStyle w:val="ConsPlusNonformat"/>
        <w:ind w:left="5664" w:firstLine="6"/>
        <w:jc w:val="right"/>
        <w:rPr>
          <w:rFonts w:ascii="Times New Roman" w:hAnsi="Times New Roman" w:cs="Times New Roman"/>
          <w:sz w:val="22"/>
          <w:szCs w:val="22"/>
        </w:rPr>
      </w:pPr>
      <w:r w:rsidRPr="00FA7320">
        <w:rPr>
          <w:rFonts w:ascii="Times New Roman" w:hAnsi="Times New Roman" w:cs="Times New Roman"/>
          <w:sz w:val="22"/>
          <w:szCs w:val="22"/>
        </w:rPr>
        <w:t>Приложение №</w:t>
      </w:r>
      <w:r>
        <w:rPr>
          <w:rFonts w:ascii="Times New Roman" w:hAnsi="Times New Roman" w:cs="Times New Roman"/>
          <w:sz w:val="22"/>
          <w:szCs w:val="22"/>
        </w:rPr>
        <w:t>2</w:t>
      </w:r>
    </w:p>
    <w:p w:rsidR="0021646E" w:rsidRPr="00FA7320" w:rsidRDefault="0021646E" w:rsidP="00207A92">
      <w:pPr>
        <w:pStyle w:val="ConsPlusNonformat"/>
        <w:ind w:left="5664" w:firstLine="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документации для переговоров </w:t>
      </w:r>
    </w:p>
    <w:p w:rsidR="0021646E" w:rsidRPr="00FA7320" w:rsidRDefault="0021646E" w:rsidP="00A45341">
      <w:pPr>
        <w:pStyle w:val="ConsPlusNonformat"/>
        <w:ind w:left="5664" w:firstLine="6"/>
        <w:jc w:val="both"/>
        <w:rPr>
          <w:rFonts w:ascii="Times New Roman" w:hAnsi="Times New Roman" w:cs="Times New Roman"/>
          <w:sz w:val="22"/>
          <w:szCs w:val="22"/>
        </w:rPr>
      </w:pPr>
    </w:p>
    <w:p w:rsidR="0021646E" w:rsidRPr="00FA7320" w:rsidRDefault="0021646E" w:rsidP="00A45341">
      <w:pPr>
        <w:pStyle w:val="ConsPlusNonformat"/>
        <w:ind w:left="4248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21646E" w:rsidRDefault="0021646E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1646E" w:rsidRDefault="0021646E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1646E" w:rsidRDefault="0021646E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1646E" w:rsidRDefault="0021646E" w:rsidP="00A453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1646E" w:rsidRPr="001B0853" w:rsidRDefault="0021646E" w:rsidP="00A453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853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>
        <w:rPr>
          <w:rFonts w:ascii="Times New Roman" w:hAnsi="Times New Roman" w:cs="Times New Roman"/>
          <w:b/>
          <w:sz w:val="24"/>
          <w:szCs w:val="24"/>
        </w:rPr>
        <w:t>СТРОИТЕЛЬСТВА (</w:t>
      </w:r>
      <w:r w:rsidRPr="001B0853">
        <w:rPr>
          <w:rFonts w:ascii="Times New Roman" w:hAnsi="Times New Roman" w:cs="Times New Roman"/>
          <w:b/>
          <w:sz w:val="24"/>
          <w:szCs w:val="24"/>
        </w:rPr>
        <w:t>ПРОИЗВОДСТВА РАБОТ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1646E" w:rsidRPr="00357333" w:rsidRDefault="0021646E" w:rsidP="00B84F9D">
      <w:pPr>
        <w:pStyle w:val="ConsPlusNormal"/>
        <w:widowControl/>
        <w:ind w:left="142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357333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57333">
        <w:rPr>
          <w:sz w:val="24"/>
          <w:szCs w:val="24"/>
        </w:rPr>
        <w:t xml:space="preserve">: </w:t>
      </w:r>
      <w:r w:rsidRPr="00740572">
        <w:rPr>
          <w:rFonts w:ascii="Times New Roman" w:hAnsi="Times New Roman" w:cs="Times New Roman"/>
          <w:b/>
          <w:sz w:val="24"/>
          <w:szCs w:val="24"/>
        </w:rPr>
        <w:t>«Текущий ремонт комнат в общежитиях университета: № 2 по ул. Доватора, 27 (4 шт.), № 3 по БЛК, 3 (17 шт.), № 4 по ул. Пролетарская, 16 (15 шт.)»</w:t>
      </w:r>
    </w:p>
    <w:p w:rsidR="0021646E" w:rsidRDefault="0021646E" w:rsidP="00B947D9">
      <w:pPr>
        <w:pStyle w:val="ConsPlusNormal"/>
        <w:widowControl/>
        <w:ind w:left="142"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843"/>
        <w:gridCol w:w="1276"/>
        <w:gridCol w:w="1559"/>
        <w:gridCol w:w="2375"/>
      </w:tblGrid>
      <w:tr w:rsidR="0021646E" w:rsidRPr="005550CA" w:rsidTr="00357333">
        <w:trPr>
          <w:trHeight w:val="322"/>
        </w:trPr>
        <w:tc>
          <w:tcPr>
            <w:tcW w:w="4361" w:type="dxa"/>
            <w:gridSpan w:val="2"/>
          </w:tcPr>
          <w:p w:rsidR="0021646E" w:rsidRPr="005550CA" w:rsidRDefault="0021646E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  <w:gridSpan w:val="3"/>
          </w:tcPr>
          <w:p w:rsidR="0021646E" w:rsidRPr="00357333" w:rsidRDefault="0021646E" w:rsidP="003573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бел.</w:t>
            </w:r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21646E" w:rsidRPr="005550CA" w:rsidTr="00357333">
        <w:trPr>
          <w:trHeight w:val="285"/>
        </w:trPr>
        <w:tc>
          <w:tcPr>
            <w:tcW w:w="2518" w:type="dxa"/>
            <w:vAlign w:val="center"/>
          </w:tcPr>
          <w:p w:rsidR="0021646E" w:rsidRPr="00657618" w:rsidRDefault="0021646E" w:rsidP="003573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43" w:type="dxa"/>
          </w:tcPr>
          <w:p w:rsidR="0021646E" w:rsidRPr="00657618" w:rsidRDefault="0021646E" w:rsidP="0074634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Текущие цены</w:t>
            </w:r>
          </w:p>
        </w:tc>
        <w:tc>
          <w:tcPr>
            <w:tcW w:w="1276" w:type="dxa"/>
            <w:vAlign w:val="center"/>
          </w:tcPr>
          <w:p w:rsidR="0021646E" w:rsidRPr="00657618" w:rsidRDefault="0021646E" w:rsidP="003573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934" w:type="dxa"/>
            <w:gridSpan w:val="2"/>
            <w:vAlign w:val="center"/>
          </w:tcPr>
          <w:p w:rsidR="0021646E" w:rsidRPr="00657618" w:rsidRDefault="0021646E" w:rsidP="003573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месяцам</w:t>
            </w:r>
          </w:p>
        </w:tc>
      </w:tr>
      <w:tr w:rsidR="0021646E" w:rsidRPr="005550CA" w:rsidTr="00CF2663">
        <w:trPr>
          <w:trHeight w:val="260"/>
        </w:trPr>
        <w:tc>
          <w:tcPr>
            <w:tcW w:w="2518" w:type="dxa"/>
            <w:vMerge w:val="restart"/>
            <w:vAlign w:val="center"/>
          </w:tcPr>
          <w:p w:rsidR="0021646E" w:rsidRPr="00657618" w:rsidRDefault="0021646E" w:rsidP="003B2A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</w:t>
            </w:r>
          </w:p>
        </w:tc>
        <w:tc>
          <w:tcPr>
            <w:tcW w:w="1843" w:type="dxa"/>
            <w:vMerge w:val="restart"/>
            <w:vAlign w:val="center"/>
          </w:tcPr>
          <w:p w:rsidR="0021646E" w:rsidRPr="005550CA" w:rsidRDefault="0021646E" w:rsidP="00CF26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1276" w:type="dxa"/>
            <w:vMerge w:val="restart"/>
            <w:vAlign w:val="center"/>
          </w:tcPr>
          <w:p w:rsidR="0021646E" w:rsidRPr="00A024AE" w:rsidRDefault="0021646E" w:rsidP="00A024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59 643,00</w:t>
            </w:r>
          </w:p>
        </w:tc>
        <w:tc>
          <w:tcPr>
            <w:tcW w:w="1559" w:type="dxa"/>
          </w:tcPr>
          <w:p w:rsidR="0021646E" w:rsidRPr="005550CA" w:rsidRDefault="0021646E" w:rsidP="003573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375" w:type="dxa"/>
          </w:tcPr>
          <w:p w:rsidR="0021646E" w:rsidRPr="005550CA" w:rsidRDefault="0021646E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46E" w:rsidRPr="005550CA" w:rsidTr="00357333">
        <w:trPr>
          <w:trHeight w:val="249"/>
        </w:trPr>
        <w:tc>
          <w:tcPr>
            <w:tcW w:w="2518" w:type="dxa"/>
            <w:vMerge/>
          </w:tcPr>
          <w:p w:rsidR="0021646E" w:rsidRPr="00657618" w:rsidRDefault="0021646E" w:rsidP="007463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1646E" w:rsidRPr="005550CA" w:rsidRDefault="0021646E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1646E" w:rsidRPr="00A024AE" w:rsidRDefault="0021646E" w:rsidP="0074634C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646E" w:rsidRDefault="0021646E" w:rsidP="003B2A57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375" w:type="dxa"/>
          </w:tcPr>
          <w:p w:rsidR="0021646E" w:rsidRPr="00C855AE" w:rsidRDefault="0021646E" w:rsidP="00EE5C63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855AE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21646E" w:rsidRPr="005550CA" w:rsidTr="00357333">
        <w:trPr>
          <w:trHeight w:val="135"/>
        </w:trPr>
        <w:tc>
          <w:tcPr>
            <w:tcW w:w="2518" w:type="dxa"/>
            <w:vMerge/>
          </w:tcPr>
          <w:p w:rsidR="0021646E" w:rsidRPr="00657618" w:rsidRDefault="0021646E" w:rsidP="007463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1646E" w:rsidRPr="005550CA" w:rsidRDefault="0021646E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1646E" w:rsidRPr="00A024AE" w:rsidRDefault="0021646E" w:rsidP="0074634C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646E" w:rsidRDefault="0021646E" w:rsidP="005F517B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375" w:type="dxa"/>
          </w:tcPr>
          <w:p w:rsidR="0021646E" w:rsidRPr="00C855AE" w:rsidRDefault="0021646E" w:rsidP="004A4082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855AE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21646E" w:rsidRPr="005550CA" w:rsidTr="0074634C">
        <w:trPr>
          <w:trHeight w:val="165"/>
        </w:trPr>
        <w:tc>
          <w:tcPr>
            <w:tcW w:w="2518" w:type="dxa"/>
            <w:vMerge/>
          </w:tcPr>
          <w:p w:rsidR="0021646E" w:rsidRPr="00657618" w:rsidRDefault="0021646E" w:rsidP="007463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1646E" w:rsidRPr="005550CA" w:rsidRDefault="0021646E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1646E" w:rsidRPr="00A024AE" w:rsidRDefault="0021646E" w:rsidP="0074634C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646E" w:rsidRDefault="0021646E" w:rsidP="005F517B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375" w:type="dxa"/>
          </w:tcPr>
          <w:p w:rsidR="0021646E" w:rsidRPr="00C855AE" w:rsidRDefault="0021646E" w:rsidP="004A4082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19 643</w:t>
            </w:r>
            <w:r w:rsidRPr="00C855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646E" w:rsidRPr="005550CA" w:rsidTr="00357333">
        <w:trPr>
          <w:trHeight w:val="630"/>
        </w:trPr>
        <w:tc>
          <w:tcPr>
            <w:tcW w:w="2518" w:type="dxa"/>
            <w:vAlign w:val="center"/>
          </w:tcPr>
          <w:p w:rsidR="0021646E" w:rsidRPr="00657618" w:rsidRDefault="0021646E" w:rsidP="003573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21646E" w:rsidRPr="005550CA" w:rsidRDefault="0021646E" w:rsidP="0074634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1646E" w:rsidRPr="00A024AE" w:rsidRDefault="0021646E" w:rsidP="00A024AE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59 643,00</w:t>
            </w:r>
          </w:p>
        </w:tc>
        <w:tc>
          <w:tcPr>
            <w:tcW w:w="1559" w:type="dxa"/>
            <w:vAlign w:val="center"/>
          </w:tcPr>
          <w:p w:rsidR="0021646E" w:rsidRDefault="0021646E" w:rsidP="00357333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21646E" w:rsidRPr="00C855AE" w:rsidRDefault="0021646E" w:rsidP="00357333">
            <w:pPr>
              <w:pStyle w:val="ConsPlusNonformat"/>
              <w:tabs>
                <w:tab w:val="center" w:pos="129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59 643,00</w:t>
            </w:r>
          </w:p>
        </w:tc>
      </w:tr>
    </w:tbl>
    <w:p w:rsidR="0021646E" w:rsidRDefault="0021646E" w:rsidP="00A45341"/>
    <w:p w:rsidR="0021646E" w:rsidRDefault="0021646E" w:rsidP="00A45341"/>
    <w:p w:rsidR="0021646E" w:rsidRDefault="0021646E" w:rsidP="00A45341"/>
    <w:p w:rsidR="0021646E" w:rsidRDefault="0021646E" w:rsidP="00A45341"/>
    <w:p w:rsidR="0021646E" w:rsidRDefault="0021646E" w:rsidP="00A45341"/>
    <w:tbl>
      <w:tblPr>
        <w:tblW w:w="9468" w:type="dxa"/>
        <w:tblInd w:w="108" w:type="dxa"/>
        <w:tblLook w:val="0000"/>
      </w:tblPr>
      <w:tblGrid>
        <w:gridCol w:w="5878"/>
        <w:gridCol w:w="3590"/>
      </w:tblGrid>
      <w:tr w:rsidR="0021646E" w:rsidRPr="009C26BA" w:rsidTr="0074634C">
        <w:trPr>
          <w:trHeight w:val="85"/>
        </w:trPr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</w:tcPr>
          <w:p w:rsidR="0021646E" w:rsidRPr="009C26BA" w:rsidRDefault="0021646E" w:rsidP="0074634C">
            <w:pPr>
              <w:pStyle w:val="ConsNormal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9C26BA">
              <w:rPr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</w:tcPr>
          <w:p w:rsidR="0021646E" w:rsidRPr="009C26BA" w:rsidRDefault="0021646E" w:rsidP="0074634C">
            <w:pPr>
              <w:pStyle w:val="ConsNormal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Подрядчик</w:t>
            </w:r>
          </w:p>
        </w:tc>
      </w:tr>
      <w:tr w:rsidR="0021646E" w:rsidRPr="009C26BA" w:rsidTr="0074634C">
        <w:trPr>
          <w:trHeight w:val="947"/>
        </w:trPr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</w:tcPr>
          <w:p w:rsidR="0021646E" w:rsidRPr="009C26BA" w:rsidRDefault="0021646E" w:rsidP="0074634C">
            <w:pPr>
              <w:ind w:right="-2"/>
              <w:jc w:val="both"/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Проректор</w:t>
            </w:r>
          </w:p>
          <w:p w:rsidR="0021646E" w:rsidRPr="009C26BA" w:rsidRDefault="0021646E" w:rsidP="0074634C">
            <w:pPr>
              <w:rPr>
                <w:sz w:val="24"/>
                <w:szCs w:val="24"/>
              </w:rPr>
            </w:pPr>
          </w:p>
          <w:p w:rsidR="0021646E" w:rsidRPr="009C26BA" w:rsidRDefault="0021646E" w:rsidP="0074634C">
            <w:pPr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  <w:t>/</w:t>
            </w:r>
            <w:r w:rsidRPr="009C26BA">
              <w:rPr>
                <w:sz w:val="24"/>
                <w:szCs w:val="24"/>
                <w:lang w:val="be-BY"/>
              </w:rPr>
              <w:t>Н.И. Войтко</w:t>
            </w:r>
            <w:r>
              <w:rPr>
                <w:sz w:val="24"/>
                <w:szCs w:val="24"/>
                <w:lang w:val="be-BY"/>
              </w:rPr>
              <w:t>/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</w:tcPr>
          <w:p w:rsidR="0021646E" w:rsidRPr="009C26BA" w:rsidRDefault="0021646E" w:rsidP="0074634C">
            <w:pPr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Директор</w:t>
            </w:r>
          </w:p>
          <w:p w:rsidR="0021646E" w:rsidRPr="009C26BA" w:rsidRDefault="0021646E" w:rsidP="0074634C">
            <w:pPr>
              <w:rPr>
                <w:sz w:val="24"/>
                <w:szCs w:val="24"/>
              </w:rPr>
            </w:pPr>
          </w:p>
          <w:p w:rsidR="0021646E" w:rsidRPr="009C26BA" w:rsidRDefault="0021646E" w:rsidP="0074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</w:tc>
      </w:tr>
      <w:tr w:rsidR="0021646E" w:rsidRPr="009C26BA" w:rsidTr="0074634C">
        <w:trPr>
          <w:trHeight w:val="947"/>
        </w:trPr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</w:tcPr>
          <w:p w:rsidR="0021646E" w:rsidRPr="009C26BA" w:rsidRDefault="0021646E" w:rsidP="0074634C">
            <w:pPr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м.п.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</w:tcPr>
          <w:p w:rsidR="0021646E" w:rsidRPr="009C26BA" w:rsidRDefault="0021646E" w:rsidP="0074634C">
            <w:pPr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м.п.</w:t>
            </w:r>
          </w:p>
        </w:tc>
      </w:tr>
    </w:tbl>
    <w:p w:rsidR="0021646E" w:rsidRDefault="0021646E"/>
    <w:sectPr w:rsidR="0021646E" w:rsidSect="003F7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1F4B"/>
    <w:rsid w:val="00001D84"/>
    <w:rsid w:val="00021371"/>
    <w:rsid w:val="00033FBC"/>
    <w:rsid w:val="00041D9C"/>
    <w:rsid w:val="0004207A"/>
    <w:rsid w:val="000438DB"/>
    <w:rsid w:val="00051488"/>
    <w:rsid w:val="00060151"/>
    <w:rsid w:val="0006248E"/>
    <w:rsid w:val="00062562"/>
    <w:rsid w:val="00064047"/>
    <w:rsid w:val="00064426"/>
    <w:rsid w:val="000731A6"/>
    <w:rsid w:val="00082208"/>
    <w:rsid w:val="000851C6"/>
    <w:rsid w:val="00090BB2"/>
    <w:rsid w:val="00090CBB"/>
    <w:rsid w:val="000927BC"/>
    <w:rsid w:val="00093EB6"/>
    <w:rsid w:val="000A0446"/>
    <w:rsid w:val="000A06B7"/>
    <w:rsid w:val="000A0CD1"/>
    <w:rsid w:val="000A1C46"/>
    <w:rsid w:val="000A2831"/>
    <w:rsid w:val="000A2EFC"/>
    <w:rsid w:val="000A3BC9"/>
    <w:rsid w:val="000B4895"/>
    <w:rsid w:val="000B5F9A"/>
    <w:rsid w:val="000B6572"/>
    <w:rsid w:val="000B6B06"/>
    <w:rsid w:val="000B7C6D"/>
    <w:rsid w:val="000C0676"/>
    <w:rsid w:val="000C471C"/>
    <w:rsid w:val="000C4856"/>
    <w:rsid w:val="000D1512"/>
    <w:rsid w:val="000E1398"/>
    <w:rsid w:val="000E7946"/>
    <w:rsid w:val="000F123D"/>
    <w:rsid w:val="000F407D"/>
    <w:rsid w:val="000F49A3"/>
    <w:rsid w:val="00100865"/>
    <w:rsid w:val="001018ED"/>
    <w:rsid w:val="00103616"/>
    <w:rsid w:val="00116BE8"/>
    <w:rsid w:val="00116DF9"/>
    <w:rsid w:val="0012244F"/>
    <w:rsid w:val="00124590"/>
    <w:rsid w:val="001264DB"/>
    <w:rsid w:val="001309AF"/>
    <w:rsid w:val="00131CC9"/>
    <w:rsid w:val="00134A63"/>
    <w:rsid w:val="00141900"/>
    <w:rsid w:val="00142EE9"/>
    <w:rsid w:val="00144CD5"/>
    <w:rsid w:val="00147510"/>
    <w:rsid w:val="00147C46"/>
    <w:rsid w:val="001566C4"/>
    <w:rsid w:val="00162878"/>
    <w:rsid w:val="00165FF9"/>
    <w:rsid w:val="00176D5E"/>
    <w:rsid w:val="00181AA5"/>
    <w:rsid w:val="00185A1B"/>
    <w:rsid w:val="00187FD9"/>
    <w:rsid w:val="001B0853"/>
    <w:rsid w:val="001B3568"/>
    <w:rsid w:val="001B3943"/>
    <w:rsid w:val="001B7148"/>
    <w:rsid w:val="001B7259"/>
    <w:rsid w:val="001C1537"/>
    <w:rsid w:val="001C21E5"/>
    <w:rsid w:val="001D0533"/>
    <w:rsid w:val="001E36D6"/>
    <w:rsid w:val="001F7C54"/>
    <w:rsid w:val="00201A33"/>
    <w:rsid w:val="00203923"/>
    <w:rsid w:val="00204C64"/>
    <w:rsid w:val="00206DC4"/>
    <w:rsid w:val="00207A92"/>
    <w:rsid w:val="0021646E"/>
    <w:rsid w:val="00220095"/>
    <w:rsid w:val="002228A4"/>
    <w:rsid w:val="002412A3"/>
    <w:rsid w:val="00265D2D"/>
    <w:rsid w:val="00265ECC"/>
    <w:rsid w:val="0027158D"/>
    <w:rsid w:val="0027296C"/>
    <w:rsid w:val="0028036D"/>
    <w:rsid w:val="002811AC"/>
    <w:rsid w:val="0029661C"/>
    <w:rsid w:val="002B1CC6"/>
    <w:rsid w:val="002B2281"/>
    <w:rsid w:val="002C339F"/>
    <w:rsid w:val="002C52DB"/>
    <w:rsid w:val="002C669D"/>
    <w:rsid w:val="002D0FFA"/>
    <w:rsid w:val="002D3003"/>
    <w:rsid w:val="002E1E4C"/>
    <w:rsid w:val="002E34BB"/>
    <w:rsid w:val="002E4787"/>
    <w:rsid w:val="002E4F6A"/>
    <w:rsid w:val="002F456F"/>
    <w:rsid w:val="002F5264"/>
    <w:rsid w:val="00302D78"/>
    <w:rsid w:val="00302FD9"/>
    <w:rsid w:val="0031695F"/>
    <w:rsid w:val="003340C1"/>
    <w:rsid w:val="00340B80"/>
    <w:rsid w:val="0035028E"/>
    <w:rsid w:val="003502DB"/>
    <w:rsid w:val="0035372E"/>
    <w:rsid w:val="00355545"/>
    <w:rsid w:val="003557C8"/>
    <w:rsid w:val="00356647"/>
    <w:rsid w:val="00356DC5"/>
    <w:rsid w:val="00357333"/>
    <w:rsid w:val="00364A0C"/>
    <w:rsid w:val="00370997"/>
    <w:rsid w:val="0038614E"/>
    <w:rsid w:val="00393AF6"/>
    <w:rsid w:val="00395251"/>
    <w:rsid w:val="003A198E"/>
    <w:rsid w:val="003A3644"/>
    <w:rsid w:val="003B2A57"/>
    <w:rsid w:val="003C114B"/>
    <w:rsid w:val="003C11C6"/>
    <w:rsid w:val="003C12DF"/>
    <w:rsid w:val="003C49C7"/>
    <w:rsid w:val="003D2E14"/>
    <w:rsid w:val="003D77CC"/>
    <w:rsid w:val="003E4DE9"/>
    <w:rsid w:val="003F23E8"/>
    <w:rsid w:val="003F36A4"/>
    <w:rsid w:val="003F422C"/>
    <w:rsid w:val="003F72DB"/>
    <w:rsid w:val="00405C42"/>
    <w:rsid w:val="0042466E"/>
    <w:rsid w:val="004277D9"/>
    <w:rsid w:val="00432644"/>
    <w:rsid w:val="004367B4"/>
    <w:rsid w:val="00446B0D"/>
    <w:rsid w:val="00455351"/>
    <w:rsid w:val="00455C06"/>
    <w:rsid w:val="0045689E"/>
    <w:rsid w:val="00456F82"/>
    <w:rsid w:val="00457508"/>
    <w:rsid w:val="00461670"/>
    <w:rsid w:val="00466538"/>
    <w:rsid w:val="004668C8"/>
    <w:rsid w:val="0047288B"/>
    <w:rsid w:val="00473D31"/>
    <w:rsid w:val="00480D02"/>
    <w:rsid w:val="004867AF"/>
    <w:rsid w:val="00487130"/>
    <w:rsid w:val="0049460D"/>
    <w:rsid w:val="00495109"/>
    <w:rsid w:val="00497A65"/>
    <w:rsid w:val="004A4082"/>
    <w:rsid w:val="004A5562"/>
    <w:rsid w:val="004B4C32"/>
    <w:rsid w:val="004B5844"/>
    <w:rsid w:val="004B6810"/>
    <w:rsid w:val="004B6AC2"/>
    <w:rsid w:val="004C0757"/>
    <w:rsid w:val="004C1566"/>
    <w:rsid w:val="004C2DFA"/>
    <w:rsid w:val="004C3A46"/>
    <w:rsid w:val="004C6460"/>
    <w:rsid w:val="004D545A"/>
    <w:rsid w:val="004D7780"/>
    <w:rsid w:val="004D7F91"/>
    <w:rsid w:val="004E03DA"/>
    <w:rsid w:val="004E1A88"/>
    <w:rsid w:val="004E4191"/>
    <w:rsid w:val="004F3EDC"/>
    <w:rsid w:val="004F5285"/>
    <w:rsid w:val="00506663"/>
    <w:rsid w:val="00510976"/>
    <w:rsid w:val="00510C59"/>
    <w:rsid w:val="00511DE7"/>
    <w:rsid w:val="0052475A"/>
    <w:rsid w:val="00524980"/>
    <w:rsid w:val="00524982"/>
    <w:rsid w:val="0052640B"/>
    <w:rsid w:val="00526A8C"/>
    <w:rsid w:val="00527F0C"/>
    <w:rsid w:val="0053243A"/>
    <w:rsid w:val="00541688"/>
    <w:rsid w:val="005550CA"/>
    <w:rsid w:val="00560A10"/>
    <w:rsid w:val="00565E67"/>
    <w:rsid w:val="00571917"/>
    <w:rsid w:val="00590659"/>
    <w:rsid w:val="005A6BA8"/>
    <w:rsid w:val="005C3AFD"/>
    <w:rsid w:val="005C56E3"/>
    <w:rsid w:val="005C5DCD"/>
    <w:rsid w:val="005D11F0"/>
    <w:rsid w:val="005D121D"/>
    <w:rsid w:val="005F241C"/>
    <w:rsid w:val="005F495A"/>
    <w:rsid w:val="005F517B"/>
    <w:rsid w:val="005F5C6C"/>
    <w:rsid w:val="005F7BF7"/>
    <w:rsid w:val="0060363D"/>
    <w:rsid w:val="00603970"/>
    <w:rsid w:val="006051AB"/>
    <w:rsid w:val="00605298"/>
    <w:rsid w:val="006060C3"/>
    <w:rsid w:val="006305D0"/>
    <w:rsid w:val="00630A39"/>
    <w:rsid w:val="006327C0"/>
    <w:rsid w:val="00635826"/>
    <w:rsid w:val="00637A08"/>
    <w:rsid w:val="00637F6F"/>
    <w:rsid w:val="00657618"/>
    <w:rsid w:val="00661DE8"/>
    <w:rsid w:val="00666CDC"/>
    <w:rsid w:val="00671575"/>
    <w:rsid w:val="00671ABA"/>
    <w:rsid w:val="00673502"/>
    <w:rsid w:val="00676187"/>
    <w:rsid w:val="0068234B"/>
    <w:rsid w:val="0069198B"/>
    <w:rsid w:val="006A13EB"/>
    <w:rsid w:val="006B0C6F"/>
    <w:rsid w:val="006B0DE7"/>
    <w:rsid w:val="006B13A4"/>
    <w:rsid w:val="006B1E49"/>
    <w:rsid w:val="006B7B69"/>
    <w:rsid w:val="006C089A"/>
    <w:rsid w:val="006C5951"/>
    <w:rsid w:val="006C6AA7"/>
    <w:rsid w:val="006C6DE7"/>
    <w:rsid w:val="006D0535"/>
    <w:rsid w:val="006D77DC"/>
    <w:rsid w:val="006E2D77"/>
    <w:rsid w:val="006E515E"/>
    <w:rsid w:val="006E78F8"/>
    <w:rsid w:val="006F05DC"/>
    <w:rsid w:val="006F0B5D"/>
    <w:rsid w:val="006F41D2"/>
    <w:rsid w:val="00721F4B"/>
    <w:rsid w:val="00733B6D"/>
    <w:rsid w:val="00736A3A"/>
    <w:rsid w:val="00740572"/>
    <w:rsid w:val="00741E88"/>
    <w:rsid w:val="007421C9"/>
    <w:rsid w:val="0074265D"/>
    <w:rsid w:val="007456B8"/>
    <w:rsid w:val="00745FF1"/>
    <w:rsid w:val="0074634C"/>
    <w:rsid w:val="007528C5"/>
    <w:rsid w:val="00752B66"/>
    <w:rsid w:val="007574D0"/>
    <w:rsid w:val="00766C50"/>
    <w:rsid w:val="007676FB"/>
    <w:rsid w:val="00770E6A"/>
    <w:rsid w:val="0077559B"/>
    <w:rsid w:val="007813CB"/>
    <w:rsid w:val="00782546"/>
    <w:rsid w:val="00783E83"/>
    <w:rsid w:val="00790BF8"/>
    <w:rsid w:val="00791483"/>
    <w:rsid w:val="00796A4A"/>
    <w:rsid w:val="00797FD5"/>
    <w:rsid w:val="007B0167"/>
    <w:rsid w:val="007B3FB2"/>
    <w:rsid w:val="007B62DC"/>
    <w:rsid w:val="007B72AF"/>
    <w:rsid w:val="007C4288"/>
    <w:rsid w:val="007C613F"/>
    <w:rsid w:val="007D08B0"/>
    <w:rsid w:val="007D1888"/>
    <w:rsid w:val="007E4202"/>
    <w:rsid w:val="007E4DEC"/>
    <w:rsid w:val="007E76BB"/>
    <w:rsid w:val="007F1240"/>
    <w:rsid w:val="007F1550"/>
    <w:rsid w:val="007F2A9C"/>
    <w:rsid w:val="007F2E78"/>
    <w:rsid w:val="00804BDF"/>
    <w:rsid w:val="00804C4E"/>
    <w:rsid w:val="008110F7"/>
    <w:rsid w:val="008164A3"/>
    <w:rsid w:val="0082277A"/>
    <w:rsid w:val="00824110"/>
    <w:rsid w:val="00832134"/>
    <w:rsid w:val="00832325"/>
    <w:rsid w:val="00834B5A"/>
    <w:rsid w:val="008458D4"/>
    <w:rsid w:val="00846FDB"/>
    <w:rsid w:val="0085517C"/>
    <w:rsid w:val="00861B1B"/>
    <w:rsid w:val="00873898"/>
    <w:rsid w:val="00881762"/>
    <w:rsid w:val="00887011"/>
    <w:rsid w:val="008912F4"/>
    <w:rsid w:val="00891D08"/>
    <w:rsid w:val="00892941"/>
    <w:rsid w:val="008967FF"/>
    <w:rsid w:val="00896C07"/>
    <w:rsid w:val="008A0615"/>
    <w:rsid w:val="008A07E3"/>
    <w:rsid w:val="008A26EF"/>
    <w:rsid w:val="008A7487"/>
    <w:rsid w:val="008B1132"/>
    <w:rsid w:val="008B1462"/>
    <w:rsid w:val="008B1469"/>
    <w:rsid w:val="008B38B4"/>
    <w:rsid w:val="008B43DC"/>
    <w:rsid w:val="008B605C"/>
    <w:rsid w:val="008F46D4"/>
    <w:rsid w:val="00903D85"/>
    <w:rsid w:val="00907F0C"/>
    <w:rsid w:val="009134A6"/>
    <w:rsid w:val="00922463"/>
    <w:rsid w:val="0093200C"/>
    <w:rsid w:val="009431DC"/>
    <w:rsid w:val="00944029"/>
    <w:rsid w:val="00946733"/>
    <w:rsid w:val="0095447B"/>
    <w:rsid w:val="00964807"/>
    <w:rsid w:val="009738A3"/>
    <w:rsid w:val="00977429"/>
    <w:rsid w:val="009811A3"/>
    <w:rsid w:val="00987C08"/>
    <w:rsid w:val="00991EAB"/>
    <w:rsid w:val="009921B2"/>
    <w:rsid w:val="009925BD"/>
    <w:rsid w:val="009A2736"/>
    <w:rsid w:val="009A4596"/>
    <w:rsid w:val="009A5655"/>
    <w:rsid w:val="009B73DB"/>
    <w:rsid w:val="009C26BA"/>
    <w:rsid w:val="009C35A4"/>
    <w:rsid w:val="009C7803"/>
    <w:rsid w:val="009E0536"/>
    <w:rsid w:val="009E2597"/>
    <w:rsid w:val="009E690C"/>
    <w:rsid w:val="009F005B"/>
    <w:rsid w:val="00A024AE"/>
    <w:rsid w:val="00A037CF"/>
    <w:rsid w:val="00A04736"/>
    <w:rsid w:val="00A1799D"/>
    <w:rsid w:val="00A2139F"/>
    <w:rsid w:val="00A22A92"/>
    <w:rsid w:val="00A42BFF"/>
    <w:rsid w:val="00A42DBC"/>
    <w:rsid w:val="00A44857"/>
    <w:rsid w:val="00A45341"/>
    <w:rsid w:val="00A4730A"/>
    <w:rsid w:val="00A519E8"/>
    <w:rsid w:val="00A66CA7"/>
    <w:rsid w:val="00A75FCF"/>
    <w:rsid w:val="00A81E91"/>
    <w:rsid w:val="00A85201"/>
    <w:rsid w:val="00A87237"/>
    <w:rsid w:val="00A875C2"/>
    <w:rsid w:val="00A87687"/>
    <w:rsid w:val="00A97B15"/>
    <w:rsid w:val="00AA5C22"/>
    <w:rsid w:val="00AA6849"/>
    <w:rsid w:val="00AB0308"/>
    <w:rsid w:val="00AC3E41"/>
    <w:rsid w:val="00AC7AEC"/>
    <w:rsid w:val="00AD5146"/>
    <w:rsid w:val="00AD76C9"/>
    <w:rsid w:val="00AE1915"/>
    <w:rsid w:val="00AF030D"/>
    <w:rsid w:val="00AF2357"/>
    <w:rsid w:val="00AF3660"/>
    <w:rsid w:val="00AF44FC"/>
    <w:rsid w:val="00AF781D"/>
    <w:rsid w:val="00B001AA"/>
    <w:rsid w:val="00B037DC"/>
    <w:rsid w:val="00B11D00"/>
    <w:rsid w:val="00B134D2"/>
    <w:rsid w:val="00B16433"/>
    <w:rsid w:val="00B26790"/>
    <w:rsid w:val="00B32241"/>
    <w:rsid w:val="00B41C2A"/>
    <w:rsid w:val="00B41C81"/>
    <w:rsid w:val="00B43825"/>
    <w:rsid w:val="00B4694F"/>
    <w:rsid w:val="00B51DA9"/>
    <w:rsid w:val="00B64B28"/>
    <w:rsid w:val="00B802AC"/>
    <w:rsid w:val="00B822DB"/>
    <w:rsid w:val="00B84F9D"/>
    <w:rsid w:val="00B947D9"/>
    <w:rsid w:val="00B95743"/>
    <w:rsid w:val="00B95E6D"/>
    <w:rsid w:val="00BA2642"/>
    <w:rsid w:val="00BB31DE"/>
    <w:rsid w:val="00BB4894"/>
    <w:rsid w:val="00BB4C60"/>
    <w:rsid w:val="00BC4949"/>
    <w:rsid w:val="00BD607B"/>
    <w:rsid w:val="00BF2EAB"/>
    <w:rsid w:val="00C01858"/>
    <w:rsid w:val="00C17A26"/>
    <w:rsid w:val="00C206B6"/>
    <w:rsid w:val="00C2284E"/>
    <w:rsid w:val="00C22E9D"/>
    <w:rsid w:val="00C26099"/>
    <w:rsid w:val="00C31628"/>
    <w:rsid w:val="00C34C5D"/>
    <w:rsid w:val="00C365FB"/>
    <w:rsid w:val="00C37975"/>
    <w:rsid w:val="00C42A6C"/>
    <w:rsid w:val="00C4308D"/>
    <w:rsid w:val="00C43B02"/>
    <w:rsid w:val="00C51116"/>
    <w:rsid w:val="00C62CA9"/>
    <w:rsid w:val="00C7271C"/>
    <w:rsid w:val="00C72B35"/>
    <w:rsid w:val="00C76243"/>
    <w:rsid w:val="00C809CA"/>
    <w:rsid w:val="00C845A0"/>
    <w:rsid w:val="00C855AE"/>
    <w:rsid w:val="00C85846"/>
    <w:rsid w:val="00C93DB3"/>
    <w:rsid w:val="00C95B33"/>
    <w:rsid w:val="00C965E8"/>
    <w:rsid w:val="00CA2746"/>
    <w:rsid w:val="00CA39B3"/>
    <w:rsid w:val="00CA65CC"/>
    <w:rsid w:val="00CA70EE"/>
    <w:rsid w:val="00CC4F6D"/>
    <w:rsid w:val="00CD0909"/>
    <w:rsid w:val="00CD1F00"/>
    <w:rsid w:val="00CD4E73"/>
    <w:rsid w:val="00CD6FED"/>
    <w:rsid w:val="00CD706E"/>
    <w:rsid w:val="00CE5E3C"/>
    <w:rsid w:val="00CE7052"/>
    <w:rsid w:val="00CF0AC6"/>
    <w:rsid w:val="00CF2663"/>
    <w:rsid w:val="00D11601"/>
    <w:rsid w:val="00D22F5F"/>
    <w:rsid w:val="00D40094"/>
    <w:rsid w:val="00D40D26"/>
    <w:rsid w:val="00D41259"/>
    <w:rsid w:val="00D4577E"/>
    <w:rsid w:val="00D47677"/>
    <w:rsid w:val="00D47E7B"/>
    <w:rsid w:val="00D604B7"/>
    <w:rsid w:val="00D65CF5"/>
    <w:rsid w:val="00D81170"/>
    <w:rsid w:val="00D87EE7"/>
    <w:rsid w:val="00D91EF6"/>
    <w:rsid w:val="00D961FE"/>
    <w:rsid w:val="00DA001E"/>
    <w:rsid w:val="00DA77DE"/>
    <w:rsid w:val="00DB77C7"/>
    <w:rsid w:val="00DC42A6"/>
    <w:rsid w:val="00DD3888"/>
    <w:rsid w:val="00DD4C93"/>
    <w:rsid w:val="00DD7654"/>
    <w:rsid w:val="00E0002A"/>
    <w:rsid w:val="00E003CE"/>
    <w:rsid w:val="00E075E9"/>
    <w:rsid w:val="00E1675C"/>
    <w:rsid w:val="00E20183"/>
    <w:rsid w:val="00E25A96"/>
    <w:rsid w:val="00E33E38"/>
    <w:rsid w:val="00E437F4"/>
    <w:rsid w:val="00E53F20"/>
    <w:rsid w:val="00E5638E"/>
    <w:rsid w:val="00E56A9E"/>
    <w:rsid w:val="00E601EF"/>
    <w:rsid w:val="00E62BAD"/>
    <w:rsid w:val="00E71059"/>
    <w:rsid w:val="00E726D0"/>
    <w:rsid w:val="00E77B8F"/>
    <w:rsid w:val="00E91290"/>
    <w:rsid w:val="00E94607"/>
    <w:rsid w:val="00E97219"/>
    <w:rsid w:val="00EB569B"/>
    <w:rsid w:val="00EB5EC1"/>
    <w:rsid w:val="00EB6814"/>
    <w:rsid w:val="00EC13E0"/>
    <w:rsid w:val="00ED3C11"/>
    <w:rsid w:val="00ED6CC1"/>
    <w:rsid w:val="00ED6D17"/>
    <w:rsid w:val="00EE1F0E"/>
    <w:rsid w:val="00EE4F8E"/>
    <w:rsid w:val="00EE5C63"/>
    <w:rsid w:val="00EE7ADB"/>
    <w:rsid w:val="00EF0E65"/>
    <w:rsid w:val="00EF5B79"/>
    <w:rsid w:val="00F04111"/>
    <w:rsid w:val="00F07F5C"/>
    <w:rsid w:val="00F11877"/>
    <w:rsid w:val="00F13722"/>
    <w:rsid w:val="00F1747E"/>
    <w:rsid w:val="00F4483B"/>
    <w:rsid w:val="00F53A0F"/>
    <w:rsid w:val="00F548AD"/>
    <w:rsid w:val="00F55B66"/>
    <w:rsid w:val="00F6028F"/>
    <w:rsid w:val="00F60964"/>
    <w:rsid w:val="00F61442"/>
    <w:rsid w:val="00F67740"/>
    <w:rsid w:val="00F76EDB"/>
    <w:rsid w:val="00F833A7"/>
    <w:rsid w:val="00F8611A"/>
    <w:rsid w:val="00F87F8A"/>
    <w:rsid w:val="00F97FFD"/>
    <w:rsid w:val="00FA1D1E"/>
    <w:rsid w:val="00FA330B"/>
    <w:rsid w:val="00FA7320"/>
    <w:rsid w:val="00FB0EE4"/>
    <w:rsid w:val="00FB1FED"/>
    <w:rsid w:val="00FB342B"/>
    <w:rsid w:val="00FB42FF"/>
    <w:rsid w:val="00FB591E"/>
    <w:rsid w:val="00FB757E"/>
    <w:rsid w:val="00FC108A"/>
    <w:rsid w:val="00FC261D"/>
    <w:rsid w:val="00FD0078"/>
    <w:rsid w:val="00FD29AA"/>
    <w:rsid w:val="00FD3857"/>
    <w:rsid w:val="00FD6163"/>
    <w:rsid w:val="00FD7A79"/>
    <w:rsid w:val="00FE3FE6"/>
    <w:rsid w:val="00FE53F0"/>
    <w:rsid w:val="00FF1556"/>
    <w:rsid w:val="00FF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341"/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5341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45341"/>
    <w:pPr>
      <w:autoSpaceDE w:val="0"/>
      <w:autoSpaceDN w:val="0"/>
      <w:adjustRightInd w:val="0"/>
      <w:ind w:firstLine="720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A453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1</Pages>
  <Words>87</Words>
  <Characters>498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ТУЦКАЯ ВИКТОРИЯ ВИТАЛЬЕВНА</dc:creator>
  <cp:keywords/>
  <dc:description/>
  <cp:lastModifiedBy>Nemchenko_AV</cp:lastModifiedBy>
  <cp:revision>30</cp:revision>
  <cp:lastPrinted>2020-03-19T13:18:00Z</cp:lastPrinted>
  <dcterms:created xsi:type="dcterms:W3CDTF">2019-05-15T13:51:00Z</dcterms:created>
  <dcterms:modified xsi:type="dcterms:W3CDTF">2021-05-05T11:13:00Z</dcterms:modified>
</cp:coreProperties>
</file>